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2731"/>
        <w:gridCol w:w="2797"/>
        <w:gridCol w:w="1847"/>
      </w:tblGrid>
      <w:tr w:rsidR="00A73590" w:rsidRPr="00506D93">
        <w:trPr>
          <w:trHeight w:hRule="exact" w:val="2123"/>
        </w:trPr>
        <w:tc>
          <w:tcPr>
            <w:tcW w:w="9360" w:type="dxa"/>
            <w:gridSpan w:val="4"/>
          </w:tcPr>
          <w:p w:rsidR="00A73590" w:rsidRPr="00506D93" w:rsidRDefault="00C16D26" w:rsidP="002A7D6A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A73590" w:rsidRPr="00506D93">
              <w:rPr>
                <w:szCs w:val="28"/>
              </w:rPr>
              <w:t xml:space="preserve">АДМИНИСТРАЦИЯ МУНИЦИПАЛЬНОГО ОБРАЗОВАНИЯ </w:t>
            </w:r>
          </w:p>
          <w:p w:rsidR="00A73590" w:rsidRPr="00506D93" w:rsidRDefault="00A73590" w:rsidP="002A7D6A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 w:rsidRPr="00506D93">
              <w:rPr>
                <w:szCs w:val="28"/>
              </w:rPr>
              <w:t>ДАРОВСКОЙ МУНИЦИПАЛЬНЫЙ РАЙОН КИРОВСКОЙ ОБЛАСТИ</w:t>
            </w:r>
          </w:p>
          <w:p w:rsidR="00A73590" w:rsidRPr="00000163" w:rsidRDefault="00A73590" w:rsidP="002A7D6A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4C0150" w:rsidRPr="0092379D" w:rsidRDefault="004C0150" w:rsidP="004C0150">
            <w:pPr>
              <w:pStyle w:val="a8"/>
              <w:keepLines w:val="0"/>
              <w:spacing w:before="0" w:after="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ПОСТАНОВЛЕНИЕ</w:t>
            </w:r>
          </w:p>
          <w:p w:rsidR="00A73590" w:rsidRPr="00506D93" w:rsidRDefault="00A73590" w:rsidP="002A7D6A">
            <w:pPr>
              <w:tabs>
                <w:tab w:val="left" w:pos="2160"/>
              </w:tabs>
              <w:rPr>
                <w:szCs w:val="28"/>
              </w:rPr>
            </w:pPr>
            <w:r w:rsidRPr="00506D93">
              <w:rPr>
                <w:szCs w:val="28"/>
              </w:rPr>
              <w:tab/>
            </w:r>
          </w:p>
        </w:tc>
      </w:tr>
      <w:tr w:rsidR="00A73590" w:rsidRPr="00506D93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73590" w:rsidRPr="00506D93" w:rsidRDefault="00537578" w:rsidP="008F7F9D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17.06.2025</w:t>
            </w:r>
          </w:p>
        </w:tc>
        <w:tc>
          <w:tcPr>
            <w:tcW w:w="2731" w:type="dxa"/>
          </w:tcPr>
          <w:p w:rsidR="00A73590" w:rsidRPr="00506D93" w:rsidRDefault="00A73590" w:rsidP="002A7D6A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2797" w:type="dxa"/>
          </w:tcPr>
          <w:p w:rsidR="00A73590" w:rsidRPr="00506D93" w:rsidRDefault="00A73590" w:rsidP="002A7D6A">
            <w:pPr>
              <w:jc w:val="right"/>
              <w:rPr>
                <w:szCs w:val="28"/>
              </w:rPr>
            </w:pPr>
            <w:r w:rsidRPr="00506D93"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bottom w:val="single" w:sz="6" w:space="0" w:color="auto"/>
            </w:tcBorders>
          </w:tcPr>
          <w:p w:rsidR="00A73590" w:rsidRPr="00506D93" w:rsidRDefault="00537578" w:rsidP="002A7D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255</w:t>
            </w:r>
          </w:p>
        </w:tc>
      </w:tr>
      <w:tr w:rsidR="00A73590" w:rsidRPr="00506D93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73590" w:rsidRPr="00506D93" w:rsidRDefault="00A73590" w:rsidP="002A7D6A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2EB1">
              <w:rPr>
                <w:szCs w:val="28"/>
              </w:rPr>
              <w:t>пгт Даровской</w:t>
            </w:r>
            <w:r w:rsidRPr="00506D93">
              <w:rPr>
                <w:szCs w:val="28"/>
              </w:rPr>
              <w:t xml:space="preserve"> </w:t>
            </w:r>
          </w:p>
        </w:tc>
      </w:tr>
    </w:tbl>
    <w:p w:rsidR="00F5231F" w:rsidRPr="002A7D6A" w:rsidRDefault="00F5231F" w:rsidP="002A7D6A">
      <w:pPr>
        <w:jc w:val="center"/>
        <w:rPr>
          <w:sz w:val="24"/>
          <w:szCs w:val="24"/>
        </w:rPr>
      </w:pPr>
    </w:p>
    <w:p w:rsidR="002A7D6A" w:rsidRPr="002A7D6A" w:rsidRDefault="002A7D6A" w:rsidP="002A7D6A">
      <w:pPr>
        <w:jc w:val="center"/>
        <w:rPr>
          <w:b/>
          <w:sz w:val="24"/>
          <w:szCs w:val="24"/>
        </w:rPr>
      </w:pPr>
    </w:p>
    <w:p w:rsidR="00243DDD" w:rsidRPr="00506D93" w:rsidRDefault="00243DDD" w:rsidP="002A7D6A">
      <w:pPr>
        <w:jc w:val="center"/>
        <w:rPr>
          <w:b/>
          <w:szCs w:val="28"/>
        </w:rPr>
      </w:pPr>
      <w:r w:rsidRPr="00506D93">
        <w:rPr>
          <w:b/>
          <w:szCs w:val="28"/>
        </w:rPr>
        <w:t xml:space="preserve">О проведении </w:t>
      </w:r>
      <w:r w:rsidR="00260628" w:rsidRPr="00506D93">
        <w:rPr>
          <w:b/>
          <w:szCs w:val="28"/>
        </w:rPr>
        <w:t>торгов</w:t>
      </w:r>
      <w:r w:rsidRPr="00506D93">
        <w:rPr>
          <w:szCs w:val="28"/>
        </w:rPr>
        <w:t xml:space="preserve"> </w:t>
      </w:r>
      <w:r w:rsidRPr="00506D93">
        <w:rPr>
          <w:b/>
          <w:szCs w:val="28"/>
        </w:rPr>
        <w:t xml:space="preserve">по продаже </w:t>
      </w:r>
    </w:p>
    <w:p w:rsidR="00F5231F" w:rsidRPr="00506D93" w:rsidRDefault="00DE5E01" w:rsidP="002A7D6A">
      <w:pPr>
        <w:jc w:val="center"/>
        <w:rPr>
          <w:b/>
          <w:szCs w:val="28"/>
        </w:rPr>
      </w:pPr>
      <w:r>
        <w:rPr>
          <w:b/>
          <w:szCs w:val="28"/>
        </w:rPr>
        <w:t xml:space="preserve">нежилых помещений </w:t>
      </w:r>
    </w:p>
    <w:p w:rsidR="002A7D6A" w:rsidRDefault="002A7D6A" w:rsidP="002A7D6A">
      <w:pPr>
        <w:jc w:val="center"/>
        <w:rPr>
          <w:sz w:val="24"/>
          <w:szCs w:val="24"/>
        </w:rPr>
      </w:pPr>
    </w:p>
    <w:p w:rsidR="00812B2D" w:rsidRPr="002A7D6A" w:rsidRDefault="00812B2D" w:rsidP="002A7D6A">
      <w:pPr>
        <w:jc w:val="center"/>
        <w:rPr>
          <w:sz w:val="24"/>
          <w:szCs w:val="24"/>
        </w:rPr>
      </w:pPr>
    </w:p>
    <w:p w:rsidR="00812B2D" w:rsidRPr="00411FBE" w:rsidRDefault="00243DDD" w:rsidP="00812B2D">
      <w:pPr>
        <w:tabs>
          <w:tab w:val="left" w:pos="7655"/>
        </w:tabs>
        <w:spacing w:line="360" w:lineRule="auto"/>
        <w:ind w:firstLine="709"/>
        <w:jc w:val="both"/>
        <w:rPr>
          <w:color w:val="000000" w:themeColor="text1"/>
          <w:szCs w:val="28"/>
        </w:rPr>
      </w:pPr>
      <w:r w:rsidRPr="00506D93">
        <w:rPr>
          <w:szCs w:val="28"/>
        </w:rPr>
        <w:t xml:space="preserve">Руководствуясь статьями 125, 215, 447, 448 Гражданского кодекса </w:t>
      </w:r>
      <w:r w:rsidR="00435725" w:rsidRPr="00506D93">
        <w:rPr>
          <w:szCs w:val="28"/>
        </w:rPr>
        <w:t xml:space="preserve">     </w:t>
      </w:r>
      <w:r w:rsidRPr="00506D93">
        <w:rPr>
          <w:szCs w:val="28"/>
        </w:rPr>
        <w:t xml:space="preserve">Российской Федерации, статьей 15 Федерального закона от 21.12.2001                         № 178-ФЗ «О приватизации государственного и муниципального имущества», статьей 51 Федерального закона от 06.10.2003 № 131-ФЗ «Об общих </w:t>
      </w:r>
      <w:r w:rsidR="00CB252B" w:rsidRPr="00506D93">
        <w:rPr>
          <w:szCs w:val="28"/>
        </w:rPr>
        <w:t xml:space="preserve">                    </w:t>
      </w:r>
      <w:r w:rsidRPr="00506D93">
        <w:rPr>
          <w:szCs w:val="28"/>
        </w:rPr>
        <w:t xml:space="preserve">принципах организации местного самоуправления в Российской Федерации», </w:t>
      </w:r>
      <w:r w:rsidR="00861699" w:rsidRPr="00506D93">
        <w:rPr>
          <w:szCs w:val="28"/>
        </w:rPr>
        <w:t>постановлением Правительства РФ от 12.08.2002 № 585 «Об утверждении п</w:t>
      </w:r>
      <w:r w:rsidR="00861699" w:rsidRPr="00506D93">
        <w:rPr>
          <w:szCs w:val="28"/>
        </w:rPr>
        <w:t>о</w:t>
      </w:r>
      <w:r w:rsidR="00861699" w:rsidRPr="00506D93">
        <w:rPr>
          <w:szCs w:val="28"/>
        </w:rPr>
        <w:t xml:space="preserve">ложения об организации продажи государственного или муниципального имущества на аукционе и положения об организации продажи находящихся </w:t>
      </w:r>
      <w:r w:rsidR="006B299F">
        <w:rPr>
          <w:szCs w:val="28"/>
        </w:rPr>
        <w:br/>
      </w:r>
      <w:r w:rsidR="00861699" w:rsidRPr="00506D93">
        <w:rPr>
          <w:szCs w:val="28"/>
        </w:rPr>
        <w:t>в муниципальной собственности акций акционерных обществ на специализ</w:t>
      </w:r>
      <w:r w:rsidR="00861699" w:rsidRPr="00506D93">
        <w:rPr>
          <w:szCs w:val="28"/>
        </w:rPr>
        <w:t>и</w:t>
      </w:r>
      <w:r w:rsidR="00861699" w:rsidRPr="00506D93">
        <w:rPr>
          <w:szCs w:val="28"/>
        </w:rPr>
        <w:t>рованном аукционе»,</w:t>
      </w:r>
      <w:r w:rsidR="009906BB">
        <w:rPr>
          <w:szCs w:val="28"/>
        </w:rPr>
        <w:t xml:space="preserve"> постановлением Правительства Российской Федерации </w:t>
      </w:r>
      <w:r w:rsidR="006B299F">
        <w:rPr>
          <w:szCs w:val="28"/>
        </w:rPr>
        <w:br/>
      </w:r>
      <w:r w:rsidR="009906BB">
        <w:rPr>
          <w:szCs w:val="28"/>
        </w:rPr>
        <w:t>от 27.08.2012 № 860 «Об организации и проведении продажи государственного или муниципального имущества в электронной форме</w:t>
      </w:r>
      <w:r w:rsidR="009906BB" w:rsidRPr="004433A0">
        <w:rPr>
          <w:szCs w:val="28"/>
        </w:rPr>
        <w:t>»,</w:t>
      </w:r>
      <w:r w:rsidR="00861699" w:rsidRPr="004433A0">
        <w:rPr>
          <w:szCs w:val="28"/>
        </w:rPr>
        <w:t xml:space="preserve"> </w:t>
      </w:r>
      <w:r w:rsidR="00FC0157" w:rsidRPr="004433A0">
        <w:rPr>
          <w:szCs w:val="28"/>
        </w:rPr>
        <w:t xml:space="preserve">решением Даровской районной Думы Даровского района Кировской области от </w:t>
      </w:r>
      <w:r w:rsidR="00DE5E01">
        <w:rPr>
          <w:szCs w:val="28"/>
        </w:rPr>
        <w:t>25</w:t>
      </w:r>
      <w:r w:rsidR="009F2C1D" w:rsidRPr="004433A0">
        <w:rPr>
          <w:szCs w:val="28"/>
        </w:rPr>
        <w:t>.0</w:t>
      </w:r>
      <w:r w:rsidR="00DE5E01">
        <w:rPr>
          <w:szCs w:val="28"/>
        </w:rPr>
        <w:t>4</w:t>
      </w:r>
      <w:r w:rsidR="009F2C1D" w:rsidRPr="004433A0">
        <w:rPr>
          <w:szCs w:val="28"/>
        </w:rPr>
        <w:t>.20</w:t>
      </w:r>
      <w:r w:rsidR="00662D8E" w:rsidRPr="004433A0">
        <w:rPr>
          <w:szCs w:val="28"/>
        </w:rPr>
        <w:t>2</w:t>
      </w:r>
      <w:r w:rsidR="00DE5E01">
        <w:rPr>
          <w:szCs w:val="28"/>
        </w:rPr>
        <w:t>5</w:t>
      </w:r>
      <w:r w:rsidR="009F2C1D" w:rsidRPr="004433A0">
        <w:rPr>
          <w:szCs w:val="28"/>
        </w:rPr>
        <w:t xml:space="preserve"> </w:t>
      </w:r>
      <w:r w:rsidR="006D567C" w:rsidRPr="004433A0">
        <w:rPr>
          <w:szCs w:val="28"/>
        </w:rPr>
        <w:t xml:space="preserve"> </w:t>
      </w:r>
      <w:r w:rsidR="009F2C1D" w:rsidRPr="004433A0">
        <w:rPr>
          <w:szCs w:val="28"/>
        </w:rPr>
        <w:t xml:space="preserve">№ </w:t>
      </w:r>
      <w:r w:rsidR="00DE5E01">
        <w:rPr>
          <w:szCs w:val="28"/>
        </w:rPr>
        <w:t>255</w:t>
      </w:r>
      <w:r w:rsidR="009F2C1D" w:rsidRPr="004433A0">
        <w:rPr>
          <w:szCs w:val="28"/>
        </w:rPr>
        <w:t xml:space="preserve"> «</w:t>
      </w:r>
      <w:r w:rsidR="00DE5E01">
        <w:rPr>
          <w:szCs w:val="28"/>
        </w:rPr>
        <w:t>О внесении измен</w:t>
      </w:r>
      <w:r w:rsidR="00850587">
        <w:rPr>
          <w:szCs w:val="28"/>
        </w:rPr>
        <w:t>ен</w:t>
      </w:r>
      <w:r w:rsidR="00DE5E01">
        <w:rPr>
          <w:szCs w:val="28"/>
        </w:rPr>
        <w:t>ий в решение Даровской районной Думы Даровского ра</w:t>
      </w:r>
      <w:r w:rsidR="00DE5E01">
        <w:rPr>
          <w:szCs w:val="28"/>
        </w:rPr>
        <w:t>й</w:t>
      </w:r>
      <w:r w:rsidR="00DE5E01">
        <w:rPr>
          <w:szCs w:val="28"/>
        </w:rPr>
        <w:t>она Кировской области от 30.08.2024 № 213</w:t>
      </w:r>
      <w:r w:rsidR="009906BB" w:rsidRPr="004433A0">
        <w:rPr>
          <w:szCs w:val="28"/>
        </w:rPr>
        <w:t>»</w:t>
      </w:r>
      <w:r w:rsidR="009F2C1D" w:rsidRPr="004433A0">
        <w:rPr>
          <w:szCs w:val="28"/>
        </w:rPr>
        <w:t>,</w:t>
      </w:r>
      <w:r w:rsidR="007F00DA" w:rsidRPr="004433A0">
        <w:rPr>
          <w:szCs w:val="28"/>
        </w:rPr>
        <w:t xml:space="preserve"> администрация Даровского ра</w:t>
      </w:r>
      <w:r w:rsidR="007F00DA" w:rsidRPr="004433A0">
        <w:rPr>
          <w:szCs w:val="28"/>
        </w:rPr>
        <w:t>й</w:t>
      </w:r>
      <w:r w:rsidR="007F00DA">
        <w:rPr>
          <w:color w:val="000000" w:themeColor="text1"/>
          <w:szCs w:val="28"/>
        </w:rPr>
        <w:t>она</w:t>
      </w:r>
      <w:r w:rsidR="004B3620">
        <w:rPr>
          <w:color w:val="000000" w:themeColor="text1"/>
          <w:szCs w:val="28"/>
        </w:rPr>
        <w:t> </w:t>
      </w:r>
      <w:r w:rsidRPr="00411FBE">
        <w:rPr>
          <w:color w:val="000000" w:themeColor="text1"/>
          <w:szCs w:val="28"/>
        </w:rPr>
        <w:t>ПОСТАНОВЛЯЕТ:</w:t>
      </w:r>
    </w:p>
    <w:p w:rsidR="00B24E18" w:rsidRDefault="00243DDD" w:rsidP="00506D93">
      <w:pPr>
        <w:widowControl w:val="0"/>
        <w:spacing w:line="360" w:lineRule="auto"/>
        <w:ind w:firstLine="709"/>
        <w:jc w:val="both"/>
        <w:rPr>
          <w:szCs w:val="28"/>
        </w:rPr>
      </w:pPr>
      <w:r w:rsidRPr="00506D93">
        <w:rPr>
          <w:szCs w:val="28"/>
        </w:rPr>
        <w:t xml:space="preserve">1. Организовать и провести </w:t>
      </w:r>
      <w:r w:rsidR="00850587">
        <w:rPr>
          <w:szCs w:val="28"/>
        </w:rPr>
        <w:t xml:space="preserve">на электронной площадке торги в форме </w:t>
      </w:r>
      <w:r w:rsidR="00B52A91" w:rsidRPr="00506D93">
        <w:rPr>
          <w:szCs w:val="28"/>
        </w:rPr>
        <w:t>о</w:t>
      </w:r>
      <w:r w:rsidR="00B52A91" w:rsidRPr="00506D93">
        <w:rPr>
          <w:szCs w:val="28"/>
        </w:rPr>
        <w:t>т</w:t>
      </w:r>
      <w:r w:rsidR="00B52A91" w:rsidRPr="00506D93">
        <w:rPr>
          <w:szCs w:val="28"/>
        </w:rPr>
        <w:t>крытого по составу участников с открытой формой подачи предложений о цене</w:t>
      </w:r>
      <w:r w:rsidRPr="00506D93">
        <w:rPr>
          <w:szCs w:val="28"/>
        </w:rPr>
        <w:t xml:space="preserve"> </w:t>
      </w:r>
      <w:r w:rsidR="00850587">
        <w:rPr>
          <w:szCs w:val="28"/>
        </w:rPr>
        <w:t>аукциона по продаже</w:t>
      </w:r>
      <w:r w:rsidRPr="00506D93">
        <w:rPr>
          <w:szCs w:val="28"/>
        </w:rPr>
        <w:t xml:space="preserve"> муниципального имущества, находящегося в собственн</w:t>
      </w:r>
      <w:r w:rsidRPr="00506D93">
        <w:rPr>
          <w:szCs w:val="28"/>
        </w:rPr>
        <w:t>о</w:t>
      </w:r>
      <w:r w:rsidRPr="00506D93">
        <w:rPr>
          <w:szCs w:val="28"/>
        </w:rPr>
        <w:t>сти муниципального образования Даровской муниципальный район Кировской области</w:t>
      </w:r>
      <w:r w:rsidR="004170E8" w:rsidRPr="00506D93">
        <w:rPr>
          <w:szCs w:val="28"/>
        </w:rPr>
        <w:t>:</w:t>
      </w:r>
      <w:r w:rsidR="00364F67">
        <w:rPr>
          <w:szCs w:val="28"/>
        </w:rPr>
        <w:t xml:space="preserve"> </w:t>
      </w:r>
    </w:p>
    <w:p w:rsidR="00B24E18" w:rsidRDefault="00247F29" w:rsidP="00506D93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нежилое помещение, назначение: нежилое, площадь </w:t>
      </w:r>
      <w:r w:rsidR="00B24E18">
        <w:rPr>
          <w:szCs w:val="28"/>
        </w:rPr>
        <w:t>63,5</w:t>
      </w:r>
      <w:r>
        <w:rPr>
          <w:szCs w:val="28"/>
        </w:rPr>
        <w:t xml:space="preserve"> кв.м., этаж: 1, адрес (местонахождение) объекта: Кировская область, р-н</w:t>
      </w:r>
      <w:r w:rsidR="00B24E18">
        <w:rPr>
          <w:szCs w:val="28"/>
        </w:rPr>
        <w:t>.</w:t>
      </w:r>
      <w:r>
        <w:rPr>
          <w:szCs w:val="28"/>
        </w:rPr>
        <w:t xml:space="preserve"> Даровской, пгт Д</w:t>
      </w:r>
      <w:r>
        <w:rPr>
          <w:szCs w:val="28"/>
        </w:rPr>
        <w:t>а</w:t>
      </w:r>
      <w:r>
        <w:rPr>
          <w:szCs w:val="28"/>
        </w:rPr>
        <w:t xml:space="preserve">ровской, ул. </w:t>
      </w:r>
      <w:r w:rsidR="00B24E18">
        <w:rPr>
          <w:szCs w:val="28"/>
        </w:rPr>
        <w:t>Парковая, д. 2б</w:t>
      </w:r>
      <w:r>
        <w:rPr>
          <w:szCs w:val="28"/>
        </w:rPr>
        <w:t>, пом.</w:t>
      </w:r>
      <w:r w:rsidR="00B24E18">
        <w:rPr>
          <w:szCs w:val="28"/>
        </w:rPr>
        <w:t>1</w:t>
      </w:r>
      <w:r>
        <w:rPr>
          <w:szCs w:val="28"/>
        </w:rPr>
        <w:t xml:space="preserve">, </w:t>
      </w:r>
      <w:r w:rsidR="00EE71EC">
        <w:rPr>
          <w:szCs w:val="28"/>
        </w:rPr>
        <w:t>с кадастровым</w:t>
      </w:r>
      <w:r>
        <w:rPr>
          <w:szCs w:val="28"/>
        </w:rPr>
        <w:t xml:space="preserve"> номер</w:t>
      </w:r>
      <w:r w:rsidR="00EE71EC">
        <w:rPr>
          <w:szCs w:val="28"/>
        </w:rPr>
        <w:t>ом</w:t>
      </w:r>
      <w:r>
        <w:rPr>
          <w:szCs w:val="28"/>
        </w:rPr>
        <w:t xml:space="preserve"> 43:08:31040</w:t>
      </w:r>
      <w:r w:rsidR="00B24E18">
        <w:rPr>
          <w:szCs w:val="28"/>
        </w:rPr>
        <w:t>4</w:t>
      </w:r>
      <w:r>
        <w:rPr>
          <w:szCs w:val="28"/>
        </w:rPr>
        <w:t>:</w:t>
      </w:r>
      <w:r w:rsidR="00B24E18">
        <w:rPr>
          <w:szCs w:val="28"/>
        </w:rPr>
        <w:t>653;</w:t>
      </w:r>
    </w:p>
    <w:p w:rsidR="00B24E18" w:rsidRDefault="00247F29" w:rsidP="00506D93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B24E18">
        <w:rPr>
          <w:szCs w:val="28"/>
        </w:rPr>
        <w:t>нежилое помещение, назначение: нежилое, площадь 79,3 кв.м., этаж: 1, адрес (местонахождение) объекта: Кировская область, р-н. Даровской, пгт Д</w:t>
      </w:r>
      <w:r w:rsidR="00B24E18">
        <w:rPr>
          <w:szCs w:val="28"/>
        </w:rPr>
        <w:t>а</w:t>
      </w:r>
      <w:r w:rsidR="00B24E18">
        <w:rPr>
          <w:szCs w:val="28"/>
        </w:rPr>
        <w:t>ровской, ул. Парковая, д. 2б, пом.2, с кадастровым номером 43:08:310404:654;</w:t>
      </w:r>
    </w:p>
    <w:p w:rsidR="00B24E18" w:rsidRDefault="00B24E18" w:rsidP="00506D93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нежилое помещение, назначение: нежилое, площадь 91,5 кв.м., этаж: 1, адрес (местонахождение) объекта: Кировская область, р-н. Даровской, пгт Д</w:t>
      </w:r>
      <w:r>
        <w:rPr>
          <w:szCs w:val="28"/>
        </w:rPr>
        <w:t>а</w:t>
      </w:r>
      <w:r>
        <w:rPr>
          <w:szCs w:val="28"/>
        </w:rPr>
        <w:t>ровской, ул. Парковая, д. 2б, пом.3, с кадастровым номером 43:08:310404:658;</w:t>
      </w:r>
    </w:p>
    <w:p w:rsidR="00243DDD" w:rsidRDefault="00B24E18" w:rsidP="00506D93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нежилое помещение, назначение: нежилое, площадь 63,5 кв.м., этаж: 1, адрес (местонахождение) объекта: Кировская область, р-н. Даровской, пгт Д</w:t>
      </w:r>
      <w:r>
        <w:rPr>
          <w:szCs w:val="28"/>
        </w:rPr>
        <w:t>а</w:t>
      </w:r>
      <w:r>
        <w:rPr>
          <w:szCs w:val="28"/>
        </w:rPr>
        <w:t>ровской, ул. Парковая, д. 2б, пом.5, с кадастровым номером 43:08:310404:657</w:t>
      </w:r>
      <w:r w:rsidR="004A0DCF" w:rsidRPr="00506D93">
        <w:rPr>
          <w:rFonts w:eastAsia="Andale Sans UI"/>
          <w:kern w:val="2"/>
          <w:szCs w:val="28"/>
          <w:lang w:eastAsia="fa-IR" w:bidi="fa-IR"/>
        </w:rPr>
        <w:t xml:space="preserve"> </w:t>
      </w:r>
      <w:r w:rsidR="00243DDD" w:rsidRPr="00506D93">
        <w:rPr>
          <w:rFonts w:eastAsia="Andale Sans UI"/>
          <w:kern w:val="2"/>
          <w:szCs w:val="28"/>
          <w:lang w:eastAsia="fa-IR" w:bidi="fa-IR"/>
        </w:rPr>
        <w:t>(далее – имущество)</w:t>
      </w:r>
      <w:r w:rsidR="00243DDD" w:rsidRPr="00506D93">
        <w:rPr>
          <w:szCs w:val="28"/>
        </w:rPr>
        <w:t>.</w:t>
      </w:r>
    </w:p>
    <w:p w:rsidR="009708E5" w:rsidRDefault="009708E5" w:rsidP="00506D93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 Установить следующие условия продажи имущества, указанного в п.1 настоящего постановления:</w:t>
      </w:r>
    </w:p>
    <w:p w:rsidR="009708E5" w:rsidRDefault="009708E5" w:rsidP="00506D93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2.1. Начальная цена продажи – </w:t>
      </w:r>
      <w:r w:rsidR="00BC3F23">
        <w:rPr>
          <w:szCs w:val="28"/>
        </w:rPr>
        <w:t>813</w:t>
      </w:r>
      <w:r w:rsidR="004433A0" w:rsidRPr="004433A0">
        <w:rPr>
          <w:szCs w:val="28"/>
        </w:rPr>
        <w:t> 000,00</w:t>
      </w:r>
      <w:r>
        <w:rPr>
          <w:szCs w:val="28"/>
        </w:rPr>
        <w:t xml:space="preserve"> рублей (</w:t>
      </w:r>
      <w:r w:rsidR="001B2FA0">
        <w:rPr>
          <w:szCs w:val="28"/>
        </w:rPr>
        <w:t>с</w:t>
      </w:r>
      <w:r w:rsidR="000A1B23">
        <w:rPr>
          <w:szCs w:val="28"/>
        </w:rPr>
        <w:t xml:space="preserve"> </w:t>
      </w:r>
      <w:r>
        <w:rPr>
          <w:szCs w:val="28"/>
        </w:rPr>
        <w:t>НДС).</w:t>
      </w:r>
    </w:p>
    <w:p w:rsidR="009708E5" w:rsidRDefault="009708E5" w:rsidP="00506D93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2.2. Величина повыше</w:t>
      </w:r>
      <w:r w:rsidR="000A1B23">
        <w:rPr>
          <w:szCs w:val="28"/>
        </w:rPr>
        <w:t xml:space="preserve">ния цены 5 % (шаг аукциона) – </w:t>
      </w:r>
      <w:r w:rsidR="00BC3F23">
        <w:rPr>
          <w:szCs w:val="28"/>
        </w:rPr>
        <w:t>40 650,</w:t>
      </w:r>
      <w:r w:rsidR="00247F29">
        <w:rPr>
          <w:szCs w:val="28"/>
        </w:rPr>
        <w:t>00</w:t>
      </w:r>
      <w:r w:rsidRPr="004433A0">
        <w:rPr>
          <w:szCs w:val="28"/>
        </w:rPr>
        <w:t xml:space="preserve"> рублей</w:t>
      </w:r>
      <w:r>
        <w:rPr>
          <w:szCs w:val="28"/>
        </w:rPr>
        <w:t>.</w:t>
      </w:r>
    </w:p>
    <w:p w:rsidR="009708E5" w:rsidRDefault="009708E5" w:rsidP="00506D93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2.3. Форма платежа – единовременная.</w:t>
      </w:r>
    </w:p>
    <w:p w:rsidR="009708E5" w:rsidRDefault="009708E5" w:rsidP="00506D93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2.4. Срок оплаты – не п</w:t>
      </w:r>
      <w:r w:rsidR="006D462D">
        <w:rPr>
          <w:szCs w:val="28"/>
        </w:rPr>
        <w:t>озднее 10 дней со дня подписания</w:t>
      </w:r>
      <w:r>
        <w:rPr>
          <w:szCs w:val="28"/>
        </w:rPr>
        <w:t xml:space="preserve"> договора ку</w:t>
      </w:r>
      <w:r>
        <w:rPr>
          <w:szCs w:val="28"/>
        </w:rPr>
        <w:t>п</w:t>
      </w:r>
      <w:r>
        <w:rPr>
          <w:szCs w:val="28"/>
        </w:rPr>
        <w:t>ли-продажи.</w:t>
      </w:r>
    </w:p>
    <w:p w:rsidR="009708E5" w:rsidRPr="00506D93" w:rsidRDefault="009708E5" w:rsidP="009708E5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2.5. Форма подачи предложений о цене участников торгов –</w:t>
      </w:r>
      <w:r w:rsidR="006D462D">
        <w:rPr>
          <w:szCs w:val="28"/>
        </w:rPr>
        <w:t xml:space="preserve"> открытая.</w:t>
      </w:r>
    </w:p>
    <w:p w:rsidR="00243DDD" w:rsidRPr="00506D93" w:rsidRDefault="009708E5" w:rsidP="00506D93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3</w:t>
      </w:r>
      <w:r w:rsidR="00243DDD" w:rsidRPr="00506D93">
        <w:rPr>
          <w:szCs w:val="28"/>
        </w:rPr>
        <w:t xml:space="preserve">. </w:t>
      </w:r>
      <w:r w:rsidR="00B52A91" w:rsidRPr="00506D93">
        <w:rPr>
          <w:szCs w:val="28"/>
        </w:rPr>
        <w:t xml:space="preserve">Утвердить </w:t>
      </w:r>
      <w:r w:rsidR="00DF29C7" w:rsidRPr="00506D93">
        <w:rPr>
          <w:szCs w:val="28"/>
        </w:rPr>
        <w:t>Информационное сообщение</w:t>
      </w:r>
      <w:r w:rsidR="00B52A91" w:rsidRPr="00506D93">
        <w:rPr>
          <w:szCs w:val="28"/>
        </w:rPr>
        <w:t xml:space="preserve"> о проведении торгов в форме аукциона</w:t>
      </w:r>
      <w:r w:rsidR="009D5E12" w:rsidRPr="00506D93">
        <w:rPr>
          <w:szCs w:val="28"/>
        </w:rPr>
        <w:t xml:space="preserve"> </w:t>
      </w:r>
      <w:r w:rsidR="00B52A91" w:rsidRPr="00506D93">
        <w:rPr>
          <w:szCs w:val="28"/>
        </w:rPr>
        <w:t>по продаже муниципального имущества, находящегося в собственн</w:t>
      </w:r>
      <w:r w:rsidR="00B52A91" w:rsidRPr="00506D93">
        <w:rPr>
          <w:szCs w:val="28"/>
        </w:rPr>
        <w:t>о</w:t>
      </w:r>
      <w:r w:rsidR="00B52A91" w:rsidRPr="00506D93">
        <w:rPr>
          <w:szCs w:val="28"/>
        </w:rPr>
        <w:t>сти муниципального образования Даровской муниципальный район Кировской области</w:t>
      </w:r>
      <w:r w:rsidR="00B9004C" w:rsidRPr="00506D93">
        <w:rPr>
          <w:szCs w:val="28"/>
        </w:rPr>
        <w:t xml:space="preserve"> согласно приложению</w:t>
      </w:r>
      <w:r w:rsidR="00243DDD" w:rsidRPr="00506D93">
        <w:rPr>
          <w:szCs w:val="28"/>
        </w:rPr>
        <w:t>.</w:t>
      </w:r>
    </w:p>
    <w:p w:rsidR="00243DDD" w:rsidRPr="00506D93" w:rsidRDefault="009708E5" w:rsidP="00506D93">
      <w:pPr>
        <w:pStyle w:val="ae"/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4</w:t>
      </w:r>
      <w:r w:rsidR="00243DDD" w:rsidRPr="00506D93">
        <w:rPr>
          <w:szCs w:val="28"/>
        </w:rPr>
        <w:t xml:space="preserve">. </w:t>
      </w:r>
      <w:r w:rsidR="00CB252B" w:rsidRPr="00506D93">
        <w:rPr>
          <w:szCs w:val="28"/>
        </w:rPr>
        <w:t>Контроль за выполнением поста</w:t>
      </w:r>
      <w:r w:rsidR="009F2C1D">
        <w:rPr>
          <w:szCs w:val="28"/>
        </w:rPr>
        <w:t xml:space="preserve">новления возложить на </w:t>
      </w:r>
      <w:r w:rsidR="00CE189E">
        <w:rPr>
          <w:szCs w:val="28"/>
        </w:rPr>
        <w:t xml:space="preserve">и.о. </w:t>
      </w:r>
      <w:r w:rsidR="009F2C1D">
        <w:rPr>
          <w:szCs w:val="28"/>
        </w:rPr>
        <w:t>заведу</w:t>
      </w:r>
      <w:r w:rsidR="009F2C1D">
        <w:rPr>
          <w:szCs w:val="28"/>
        </w:rPr>
        <w:t>ю</w:t>
      </w:r>
      <w:r w:rsidR="009F2C1D">
        <w:rPr>
          <w:szCs w:val="28"/>
        </w:rPr>
        <w:t>щего</w:t>
      </w:r>
      <w:r w:rsidR="00CB252B" w:rsidRPr="00506D93">
        <w:rPr>
          <w:szCs w:val="28"/>
        </w:rPr>
        <w:t xml:space="preserve"> отделом по земельно – имущественным отношениям, архитектуре и гр</w:t>
      </w:r>
      <w:r w:rsidR="00CB252B" w:rsidRPr="00506D93">
        <w:rPr>
          <w:szCs w:val="28"/>
        </w:rPr>
        <w:t>а</w:t>
      </w:r>
      <w:r w:rsidR="00CB252B" w:rsidRPr="00506D93">
        <w:rPr>
          <w:szCs w:val="28"/>
        </w:rPr>
        <w:t>достроительству</w:t>
      </w:r>
      <w:r w:rsidR="009F2C1D">
        <w:rPr>
          <w:szCs w:val="28"/>
        </w:rPr>
        <w:t xml:space="preserve">, главного архитектора района </w:t>
      </w:r>
      <w:r w:rsidR="00CE189E">
        <w:rPr>
          <w:szCs w:val="28"/>
        </w:rPr>
        <w:t>Сорокину И.Н.</w:t>
      </w:r>
    </w:p>
    <w:p w:rsidR="00243DDD" w:rsidRPr="00506D93" w:rsidRDefault="009708E5" w:rsidP="00506D93">
      <w:pPr>
        <w:pStyle w:val="ac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5</w:t>
      </w:r>
      <w:r w:rsidR="00243DDD" w:rsidRPr="00506D93">
        <w:rPr>
          <w:sz w:val="28"/>
          <w:szCs w:val="28"/>
        </w:rPr>
        <w:t>. Настоящее постановление вступает в силу со дня его подписания.</w:t>
      </w:r>
    </w:p>
    <w:p w:rsidR="000A1B23" w:rsidRPr="002A7D6A" w:rsidRDefault="000A1B23" w:rsidP="006D462D">
      <w:pPr>
        <w:pStyle w:val="ac"/>
        <w:rPr>
          <w:b/>
        </w:rPr>
      </w:pPr>
    </w:p>
    <w:p w:rsidR="00A64746" w:rsidRDefault="004433A0" w:rsidP="00A64746">
      <w:pPr>
        <w:rPr>
          <w:szCs w:val="28"/>
        </w:rPr>
      </w:pPr>
      <w:r>
        <w:rPr>
          <w:szCs w:val="28"/>
        </w:rPr>
        <w:t>Глава</w:t>
      </w:r>
      <w:r w:rsidR="00A64746">
        <w:rPr>
          <w:szCs w:val="28"/>
        </w:rPr>
        <w:t xml:space="preserve"> администрации</w:t>
      </w:r>
    </w:p>
    <w:p w:rsidR="00B52A91" w:rsidRPr="00251224" w:rsidRDefault="00537578" w:rsidP="00537578">
      <w:pPr>
        <w:tabs>
          <w:tab w:val="left" w:pos="7230"/>
        </w:tabs>
        <w:rPr>
          <w:sz w:val="24"/>
          <w:szCs w:val="24"/>
        </w:rPr>
      </w:pPr>
      <w:r>
        <w:rPr>
          <w:szCs w:val="28"/>
        </w:rPr>
        <w:t xml:space="preserve">Даровского района        </w:t>
      </w:r>
      <w:r w:rsidR="004433A0">
        <w:rPr>
          <w:szCs w:val="28"/>
        </w:rPr>
        <w:t>О.Ю. Елькин</w:t>
      </w:r>
    </w:p>
    <w:sectPr w:rsidR="00B52A91" w:rsidRPr="00251224" w:rsidSect="009C1E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7" w:right="737" w:bottom="0" w:left="1588" w:header="284" w:footer="166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6E4" w:rsidRDefault="00E536E4">
      <w:r>
        <w:separator/>
      </w:r>
    </w:p>
  </w:endnote>
  <w:endnote w:type="continuationSeparator" w:id="1">
    <w:p w:rsidR="00E536E4" w:rsidRDefault="00E536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170" w:rsidRDefault="005B717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170" w:rsidRPr="00D817C3" w:rsidRDefault="00763A71" w:rsidP="00865718">
    <w:pPr>
      <w:pStyle w:val="a6"/>
      <w:rPr>
        <w:sz w:val="16"/>
        <w:szCs w:val="16"/>
      </w:rPr>
    </w:pPr>
    <w:r w:rsidRPr="00D817C3">
      <w:rPr>
        <w:sz w:val="16"/>
        <w:szCs w:val="16"/>
      </w:rPr>
      <w:fldChar w:fldCharType="begin"/>
    </w:r>
    <w:r w:rsidR="005B7170" w:rsidRPr="00D817C3">
      <w:rPr>
        <w:sz w:val="16"/>
        <w:szCs w:val="16"/>
      </w:rPr>
      <w:instrText xml:space="preserve"> DATE \@ "dd.MM.yyyy" </w:instrText>
    </w:r>
    <w:r w:rsidRPr="00D817C3">
      <w:rPr>
        <w:sz w:val="16"/>
        <w:szCs w:val="16"/>
      </w:rPr>
      <w:fldChar w:fldCharType="separate"/>
    </w:r>
    <w:r w:rsidR="00631EEA">
      <w:rPr>
        <w:noProof/>
        <w:sz w:val="16"/>
        <w:szCs w:val="16"/>
      </w:rPr>
      <w:t>18.06.2025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5B7170" w:rsidRPr="00D817C3">
      <w:rPr>
        <w:sz w:val="16"/>
        <w:szCs w:val="16"/>
      </w:rPr>
      <w:instrText xml:space="preserve"> TIME \@ "H:mm:ss" </w:instrText>
    </w:r>
    <w:r w:rsidRPr="00D817C3">
      <w:rPr>
        <w:sz w:val="16"/>
        <w:szCs w:val="16"/>
      </w:rPr>
      <w:fldChar w:fldCharType="separate"/>
    </w:r>
    <w:r w:rsidR="00631EEA">
      <w:rPr>
        <w:noProof/>
        <w:sz w:val="16"/>
        <w:szCs w:val="16"/>
      </w:rPr>
      <w:t>15:44:52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5B7170" w:rsidRPr="00D817C3">
      <w:rPr>
        <w:sz w:val="16"/>
        <w:szCs w:val="16"/>
      </w:rPr>
      <w:instrText xml:space="preserve"> FILENAME \p </w:instrText>
    </w:r>
    <w:r w:rsidRPr="00D817C3">
      <w:rPr>
        <w:sz w:val="16"/>
        <w:szCs w:val="16"/>
      </w:rPr>
      <w:fldChar w:fldCharType="separate"/>
    </w:r>
    <w:r w:rsidR="00631EEA">
      <w:rPr>
        <w:noProof/>
        <w:sz w:val="16"/>
        <w:szCs w:val="16"/>
      </w:rPr>
      <w:t>D:\РАБОТА\Документы\2025\Постановления\Торги\Постановление № 255 от 17.06.2025.docx</w:t>
    </w:r>
    <w:r w:rsidRPr="00D817C3">
      <w:rPr>
        <w:sz w:val="16"/>
        <w:szCs w:val="16"/>
      </w:rPr>
      <w:fldChar w:fldCharType="end"/>
    </w:r>
  </w:p>
  <w:p w:rsidR="005B7170" w:rsidRDefault="005B717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170" w:rsidRPr="00D817C3" w:rsidRDefault="00763A71">
    <w:pPr>
      <w:pStyle w:val="a6"/>
      <w:rPr>
        <w:noProof/>
        <w:sz w:val="16"/>
        <w:szCs w:val="16"/>
      </w:rPr>
    </w:pPr>
    <w:r w:rsidRPr="00D817C3">
      <w:rPr>
        <w:sz w:val="16"/>
        <w:szCs w:val="16"/>
      </w:rPr>
      <w:fldChar w:fldCharType="begin"/>
    </w:r>
    <w:r w:rsidR="005B7170" w:rsidRPr="00D817C3">
      <w:rPr>
        <w:sz w:val="16"/>
        <w:szCs w:val="16"/>
      </w:rPr>
      <w:instrText xml:space="preserve"> DATE \@ "dd.MM.yyyy" </w:instrText>
    </w:r>
    <w:r w:rsidRPr="00D817C3">
      <w:rPr>
        <w:sz w:val="16"/>
        <w:szCs w:val="16"/>
      </w:rPr>
      <w:fldChar w:fldCharType="separate"/>
    </w:r>
    <w:r w:rsidR="00631EEA">
      <w:rPr>
        <w:noProof/>
        <w:sz w:val="16"/>
        <w:szCs w:val="16"/>
      </w:rPr>
      <w:t>18.06.2025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5B7170" w:rsidRPr="00D817C3">
      <w:rPr>
        <w:sz w:val="16"/>
        <w:szCs w:val="16"/>
      </w:rPr>
      <w:instrText xml:space="preserve"> TIME \@ "H:mm:ss" </w:instrText>
    </w:r>
    <w:r w:rsidRPr="00D817C3">
      <w:rPr>
        <w:sz w:val="16"/>
        <w:szCs w:val="16"/>
      </w:rPr>
      <w:fldChar w:fldCharType="separate"/>
    </w:r>
    <w:r w:rsidR="00631EEA">
      <w:rPr>
        <w:noProof/>
        <w:sz w:val="16"/>
        <w:szCs w:val="16"/>
      </w:rPr>
      <w:t>15:44:52</w:t>
    </w:r>
    <w:r w:rsidRPr="00D817C3">
      <w:rPr>
        <w:sz w:val="16"/>
        <w:szCs w:val="16"/>
      </w:rPr>
      <w:fldChar w:fldCharType="end"/>
    </w:r>
    <w:r w:rsidRPr="00D817C3">
      <w:rPr>
        <w:sz w:val="16"/>
        <w:szCs w:val="16"/>
      </w:rPr>
      <w:fldChar w:fldCharType="begin"/>
    </w:r>
    <w:r w:rsidR="005B7170" w:rsidRPr="00D817C3">
      <w:rPr>
        <w:sz w:val="16"/>
        <w:szCs w:val="16"/>
      </w:rPr>
      <w:instrText xml:space="preserve"> FILENAME \p </w:instrText>
    </w:r>
    <w:r w:rsidRPr="00D817C3">
      <w:rPr>
        <w:sz w:val="16"/>
        <w:szCs w:val="16"/>
      </w:rPr>
      <w:fldChar w:fldCharType="separate"/>
    </w:r>
    <w:r w:rsidR="00631EEA">
      <w:rPr>
        <w:noProof/>
        <w:sz w:val="16"/>
        <w:szCs w:val="16"/>
      </w:rPr>
      <w:t>D:\РАБОТА\Документы\2025\Постановления\Торги\Постановление № 255 от 17.06.2025.docx</w:t>
    </w:r>
    <w:r w:rsidRPr="00D817C3"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6E4" w:rsidRDefault="00E536E4">
      <w:r>
        <w:separator/>
      </w:r>
    </w:p>
  </w:footnote>
  <w:footnote w:type="continuationSeparator" w:id="1">
    <w:p w:rsidR="00E536E4" w:rsidRDefault="00E536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170" w:rsidRDefault="00763A71" w:rsidP="006D2BB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B717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B7170">
      <w:rPr>
        <w:rStyle w:val="a7"/>
        <w:noProof/>
      </w:rPr>
      <w:t>16</w:t>
    </w:r>
    <w:r>
      <w:rPr>
        <w:rStyle w:val="a7"/>
      </w:rPr>
      <w:fldChar w:fldCharType="end"/>
    </w:r>
  </w:p>
  <w:p w:rsidR="005B7170" w:rsidRDefault="005B717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363"/>
      <w:docPartObj>
        <w:docPartGallery w:val="Page Numbers (Top of Page)"/>
        <w:docPartUnique/>
      </w:docPartObj>
    </w:sdtPr>
    <w:sdtContent>
      <w:p w:rsidR="005B7170" w:rsidRDefault="00763A71">
        <w:pPr>
          <w:pStyle w:val="a4"/>
          <w:jc w:val="center"/>
        </w:pPr>
        <w:fldSimple w:instr=" PAGE   \* MERGEFORMAT ">
          <w:r w:rsidR="00631EEA">
            <w:rPr>
              <w:noProof/>
            </w:rPr>
            <w:t>2</w:t>
          </w:r>
        </w:fldSimple>
      </w:p>
    </w:sdtContent>
  </w:sdt>
  <w:p w:rsidR="005B7170" w:rsidRDefault="005B717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170" w:rsidRDefault="005B7170" w:rsidP="006D2BBC">
    <w:pPr>
      <w:pStyle w:val="a4"/>
      <w:tabs>
        <w:tab w:val="clear" w:pos="4153"/>
      </w:tabs>
      <w:jc w:val="center"/>
      <w:rPr>
        <w:b/>
        <w:szCs w:val="28"/>
      </w:rPr>
    </w:pPr>
    <w:r>
      <w:rPr>
        <w:b/>
        <w:noProof/>
        <w:szCs w:val="28"/>
      </w:rPr>
      <w:drawing>
        <wp:inline distT="0" distB="0" distL="0" distR="0">
          <wp:extent cx="470535" cy="612775"/>
          <wp:effectExtent l="19050" t="0" r="5715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612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B7170" w:rsidRDefault="005B7170" w:rsidP="006D2BBC">
    <w:pPr>
      <w:pStyle w:val="a4"/>
      <w:tabs>
        <w:tab w:val="clear" w:pos="4153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7ED5"/>
    <w:multiLevelType w:val="hybridMultilevel"/>
    <w:tmpl w:val="EA2898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D56596"/>
    <w:multiLevelType w:val="multilevel"/>
    <w:tmpl w:val="C52E10E2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F634890"/>
    <w:multiLevelType w:val="hybridMultilevel"/>
    <w:tmpl w:val="1DA2367A"/>
    <w:lvl w:ilvl="0" w:tplc="17BCC9D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C34555"/>
    <w:multiLevelType w:val="multilevel"/>
    <w:tmpl w:val="46FE0B48"/>
    <w:lvl w:ilvl="0">
      <w:start w:val="1"/>
      <w:numFmt w:val="decimal"/>
      <w:suff w:val="space"/>
      <w:lvlText w:val="%1."/>
      <w:lvlJc w:val="left"/>
      <w:pPr>
        <w:ind w:left="1274" w:hanging="990"/>
      </w:pPr>
      <w:rPr>
        <w:rFonts w:hint="default"/>
      </w:rPr>
    </w:lvl>
    <w:lvl w:ilvl="1">
      <w:start w:val="1"/>
      <w:numFmt w:val="decimal"/>
      <w:isLgl/>
      <w:suff w:val="space"/>
      <w:lvlText w:val="%2.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">
    <w:nsid w:val="229267A5"/>
    <w:multiLevelType w:val="hybridMultilevel"/>
    <w:tmpl w:val="97A651AA"/>
    <w:lvl w:ilvl="0" w:tplc="59100FE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F3E43"/>
    <w:multiLevelType w:val="multilevel"/>
    <w:tmpl w:val="9894EAFC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4A8F1801"/>
    <w:multiLevelType w:val="hybridMultilevel"/>
    <w:tmpl w:val="80D04DA4"/>
    <w:lvl w:ilvl="0" w:tplc="83585502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767D88"/>
    <w:multiLevelType w:val="multilevel"/>
    <w:tmpl w:val="EAB49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1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83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89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320" w:hanging="1800"/>
      </w:pPr>
      <w:rPr>
        <w:rFonts w:hint="default"/>
        <w:b w:val="0"/>
      </w:rPr>
    </w:lvl>
  </w:abstractNum>
  <w:abstractNum w:abstractNumId="8">
    <w:nsid w:val="73781FD2"/>
    <w:multiLevelType w:val="multilevel"/>
    <w:tmpl w:val="EB34BAA0"/>
    <w:lvl w:ilvl="0">
      <w:start w:val="1"/>
      <w:numFmt w:val="decimal"/>
      <w:suff w:val="space"/>
      <w:lvlText w:val="%1."/>
      <w:lvlJc w:val="left"/>
      <w:pPr>
        <w:ind w:left="1260" w:hanging="51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9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attachedTemplate r:id="rId1"/>
  <w:stylePaneFormatFilter w:val="3F01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242690"/>
  </w:hdrShapeDefaults>
  <w:footnotePr>
    <w:footnote w:id="0"/>
    <w:footnote w:id="1"/>
  </w:footnotePr>
  <w:endnotePr>
    <w:endnote w:id="0"/>
    <w:endnote w:id="1"/>
  </w:endnotePr>
  <w:compat/>
  <w:rsids>
    <w:rsidRoot w:val="00597832"/>
    <w:rsid w:val="00000163"/>
    <w:rsid w:val="00001A5C"/>
    <w:rsid w:val="00003E1A"/>
    <w:rsid w:val="00012D3B"/>
    <w:rsid w:val="00015657"/>
    <w:rsid w:val="00016DEF"/>
    <w:rsid w:val="00017560"/>
    <w:rsid w:val="00017A15"/>
    <w:rsid w:val="00020C23"/>
    <w:rsid w:val="000212BF"/>
    <w:rsid w:val="0002234F"/>
    <w:rsid w:val="00026EF5"/>
    <w:rsid w:val="00027ABD"/>
    <w:rsid w:val="00030F74"/>
    <w:rsid w:val="00037700"/>
    <w:rsid w:val="00045DC0"/>
    <w:rsid w:val="0005192A"/>
    <w:rsid w:val="00051BF2"/>
    <w:rsid w:val="000615E7"/>
    <w:rsid w:val="0006254C"/>
    <w:rsid w:val="00063C20"/>
    <w:rsid w:val="00070CDE"/>
    <w:rsid w:val="00071389"/>
    <w:rsid w:val="00073128"/>
    <w:rsid w:val="000742A2"/>
    <w:rsid w:val="00075C20"/>
    <w:rsid w:val="000834AF"/>
    <w:rsid w:val="0008579E"/>
    <w:rsid w:val="000862C9"/>
    <w:rsid w:val="00090AD2"/>
    <w:rsid w:val="000959C6"/>
    <w:rsid w:val="00096242"/>
    <w:rsid w:val="00097DCF"/>
    <w:rsid w:val="000A1AF3"/>
    <w:rsid w:val="000A1B23"/>
    <w:rsid w:val="000A5DCF"/>
    <w:rsid w:val="000A7DC2"/>
    <w:rsid w:val="000C3CBE"/>
    <w:rsid w:val="000C7256"/>
    <w:rsid w:val="000D4154"/>
    <w:rsid w:val="000D458E"/>
    <w:rsid w:val="000D7F01"/>
    <w:rsid w:val="000E2206"/>
    <w:rsid w:val="000E49A3"/>
    <w:rsid w:val="000F05CA"/>
    <w:rsid w:val="000F0DA8"/>
    <w:rsid w:val="000F2526"/>
    <w:rsid w:val="000F3AF1"/>
    <w:rsid w:val="000F4A1B"/>
    <w:rsid w:val="0010480F"/>
    <w:rsid w:val="001072FE"/>
    <w:rsid w:val="00111A39"/>
    <w:rsid w:val="00111BD0"/>
    <w:rsid w:val="00112C3C"/>
    <w:rsid w:val="0011394B"/>
    <w:rsid w:val="001164BD"/>
    <w:rsid w:val="00116654"/>
    <w:rsid w:val="00117176"/>
    <w:rsid w:val="001203E4"/>
    <w:rsid w:val="001265F2"/>
    <w:rsid w:val="00132445"/>
    <w:rsid w:val="00132565"/>
    <w:rsid w:val="0013750F"/>
    <w:rsid w:val="00141950"/>
    <w:rsid w:val="00144BF5"/>
    <w:rsid w:val="0015094E"/>
    <w:rsid w:val="00151138"/>
    <w:rsid w:val="0015186A"/>
    <w:rsid w:val="00152687"/>
    <w:rsid w:val="001527AC"/>
    <w:rsid w:val="00152BB8"/>
    <w:rsid w:val="00153205"/>
    <w:rsid w:val="00155021"/>
    <w:rsid w:val="00160C59"/>
    <w:rsid w:val="001646F6"/>
    <w:rsid w:val="0016586F"/>
    <w:rsid w:val="0017669F"/>
    <w:rsid w:val="00177A71"/>
    <w:rsid w:val="00181126"/>
    <w:rsid w:val="0018126B"/>
    <w:rsid w:val="001821F4"/>
    <w:rsid w:val="00182D65"/>
    <w:rsid w:val="00184BD0"/>
    <w:rsid w:val="00184F79"/>
    <w:rsid w:val="001850F9"/>
    <w:rsid w:val="00190061"/>
    <w:rsid w:val="0019307C"/>
    <w:rsid w:val="001936FC"/>
    <w:rsid w:val="001A4068"/>
    <w:rsid w:val="001A48BC"/>
    <w:rsid w:val="001B2FA0"/>
    <w:rsid w:val="001B4359"/>
    <w:rsid w:val="001B4B15"/>
    <w:rsid w:val="001B4B1A"/>
    <w:rsid w:val="001B51B6"/>
    <w:rsid w:val="001C2EB1"/>
    <w:rsid w:val="001C64AE"/>
    <w:rsid w:val="001C7D39"/>
    <w:rsid w:val="001D222F"/>
    <w:rsid w:val="001D3F75"/>
    <w:rsid w:val="001E2E54"/>
    <w:rsid w:val="001E5CD2"/>
    <w:rsid w:val="00201ADC"/>
    <w:rsid w:val="0020753A"/>
    <w:rsid w:val="00207825"/>
    <w:rsid w:val="00213D8C"/>
    <w:rsid w:val="00215010"/>
    <w:rsid w:val="0021785C"/>
    <w:rsid w:val="00226083"/>
    <w:rsid w:val="00232A94"/>
    <w:rsid w:val="00234F5B"/>
    <w:rsid w:val="0024019E"/>
    <w:rsid w:val="0024052D"/>
    <w:rsid w:val="00243DDD"/>
    <w:rsid w:val="00247F29"/>
    <w:rsid w:val="00251224"/>
    <w:rsid w:val="00260628"/>
    <w:rsid w:val="00260AF6"/>
    <w:rsid w:val="00262764"/>
    <w:rsid w:val="00266AC9"/>
    <w:rsid w:val="00267B36"/>
    <w:rsid w:val="002701A8"/>
    <w:rsid w:val="0027315F"/>
    <w:rsid w:val="002773BA"/>
    <w:rsid w:val="00280F25"/>
    <w:rsid w:val="00284132"/>
    <w:rsid w:val="00286409"/>
    <w:rsid w:val="00287D13"/>
    <w:rsid w:val="00291ADC"/>
    <w:rsid w:val="00293379"/>
    <w:rsid w:val="00294CC0"/>
    <w:rsid w:val="002971BF"/>
    <w:rsid w:val="00297DFA"/>
    <w:rsid w:val="002A0AB7"/>
    <w:rsid w:val="002A265C"/>
    <w:rsid w:val="002A7D6A"/>
    <w:rsid w:val="002A7E70"/>
    <w:rsid w:val="002A7EC1"/>
    <w:rsid w:val="002B2C68"/>
    <w:rsid w:val="002B674E"/>
    <w:rsid w:val="002B6D9B"/>
    <w:rsid w:val="002C2BDD"/>
    <w:rsid w:val="002D2A0F"/>
    <w:rsid w:val="002D47B3"/>
    <w:rsid w:val="002E2F19"/>
    <w:rsid w:val="002F0837"/>
    <w:rsid w:val="002F1A28"/>
    <w:rsid w:val="002F4B6E"/>
    <w:rsid w:val="002F5B61"/>
    <w:rsid w:val="00300F52"/>
    <w:rsid w:val="003147C8"/>
    <w:rsid w:val="003305C5"/>
    <w:rsid w:val="00332519"/>
    <w:rsid w:val="003340A2"/>
    <w:rsid w:val="00337565"/>
    <w:rsid w:val="003404F9"/>
    <w:rsid w:val="00341312"/>
    <w:rsid w:val="00346833"/>
    <w:rsid w:val="003472F2"/>
    <w:rsid w:val="0034765B"/>
    <w:rsid w:val="00351A7B"/>
    <w:rsid w:val="00353C52"/>
    <w:rsid w:val="00360FC4"/>
    <w:rsid w:val="00361013"/>
    <w:rsid w:val="0036169D"/>
    <w:rsid w:val="003636C4"/>
    <w:rsid w:val="00363BBF"/>
    <w:rsid w:val="00364F67"/>
    <w:rsid w:val="00370466"/>
    <w:rsid w:val="00372BFB"/>
    <w:rsid w:val="00380854"/>
    <w:rsid w:val="00384FF8"/>
    <w:rsid w:val="003946D7"/>
    <w:rsid w:val="00394861"/>
    <w:rsid w:val="00396DAF"/>
    <w:rsid w:val="00397006"/>
    <w:rsid w:val="00397B8B"/>
    <w:rsid w:val="003A5566"/>
    <w:rsid w:val="003B1C81"/>
    <w:rsid w:val="003C0846"/>
    <w:rsid w:val="003C3521"/>
    <w:rsid w:val="003C3B2A"/>
    <w:rsid w:val="003E03EC"/>
    <w:rsid w:val="003E0848"/>
    <w:rsid w:val="003E2185"/>
    <w:rsid w:val="003F1677"/>
    <w:rsid w:val="003F296F"/>
    <w:rsid w:val="003F565D"/>
    <w:rsid w:val="003F6C70"/>
    <w:rsid w:val="003F7FC7"/>
    <w:rsid w:val="00405905"/>
    <w:rsid w:val="004067B8"/>
    <w:rsid w:val="00411FBE"/>
    <w:rsid w:val="00416D78"/>
    <w:rsid w:val="004170E8"/>
    <w:rsid w:val="00421717"/>
    <w:rsid w:val="00423428"/>
    <w:rsid w:val="004240E3"/>
    <w:rsid w:val="004251A4"/>
    <w:rsid w:val="00427FF8"/>
    <w:rsid w:val="00430E1A"/>
    <w:rsid w:val="004322E0"/>
    <w:rsid w:val="00432CF2"/>
    <w:rsid w:val="00434881"/>
    <w:rsid w:val="00435725"/>
    <w:rsid w:val="00436C45"/>
    <w:rsid w:val="00442C37"/>
    <w:rsid w:val="004430E1"/>
    <w:rsid w:val="004433A0"/>
    <w:rsid w:val="004459C5"/>
    <w:rsid w:val="00457F7F"/>
    <w:rsid w:val="00463A6C"/>
    <w:rsid w:val="004679DA"/>
    <w:rsid w:val="004724B4"/>
    <w:rsid w:val="004759F3"/>
    <w:rsid w:val="00484EFF"/>
    <w:rsid w:val="00487015"/>
    <w:rsid w:val="00490728"/>
    <w:rsid w:val="004911BD"/>
    <w:rsid w:val="00497529"/>
    <w:rsid w:val="004A0DCF"/>
    <w:rsid w:val="004A0E31"/>
    <w:rsid w:val="004A476E"/>
    <w:rsid w:val="004A649A"/>
    <w:rsid w:val="004A6EF1"/>
    <w:rsid w:val="004A726C"/>
    <w:rsid w:val="004B0B87"/>
    <w:rsid w:val="004B115E"/>
    <w:rsid w:val="004B13CD"/>
    <w:rsid w:val="004B2963"/>
    <w:rsid w:val="004B3620"/>
    <w:rsid w:val="004B449B"/>
    <w:rsid w:val="004B6F99"/>
    <w:rsid w:val="004C0150"/>
    <w:rsid w:val="004C13C3"/>
    <w:rsid w:val="004C1F31"/>
    <w:rsid w:val="004C41D2"/>
    <w:rsid w:val="004C4678"/>
    <w:rsid w:val="004D165B"/>
    <w:rsid w:val="004D1BD0"/>
    <w:rsid w:val="004D1BE1"/>
    <w:rsid w:val="004D2005"/>
    <w:rsid w:val="004D48FB"/>
    <w:rsid w:val="004E4B43"/>
    <w:rsid w:val="004E4D49"/>
    <w:rsid w:val="004E61F7"/>
    <w:rsid w:val="004F7002"/>
    <w:rsid w:val="005003BD"/>
    <w:rsid w:val="00502614"/>
    <w:rsid w:val="00503386"/>
    <w:rsid w:val="00506D93"/>
    <w:rsid w:val="00507114"/>
    <w:rsid w:val="0051421C"/>
    <w:rsid w:val="00514778"/>
    <w:rsid w:val="00514DC5"/>
    <w:rsid w:val="00520013"/>
    <w:rsid w:val="00521890"/>
    <w:rsid w:val="00524951"/>
    <w:rsid w:val="00524BE7"/>
    <w:rsid w:val="00525970"/>
    <w:rsid w:val="00537578"/>
    <w:rsid w:val="00537E59"/>
    <w:rsid w:val="00560ACF"/>
    <w:rsid w:val="005645A1"/>
    <w:rsid w:val="005704F3"/>
    <w:rsid w:val="00571860"/>
    <w:rsid w:val="00571B1C"/>
    <w:rsid w:val="00574C9A"/>
    <w:rsid w:val="005762E7"/>
    <w:rsid w:val="0058180C"/>
    <w:rsid w:val="00582E36"/>
    <w:rsid w:val="005941C8"/>
    <w:rsid w:val="00597832"/>
    <w:rsid w:val="005A7A69"/>
    <w:rsid w:val="005B4911"/>
    <w:rsid w:val="005B4DDC"/>
    <w:rsid w:val="005B7170"/>
    <w:rsid w:val="005D0B3E"/>
    <w:rsid w:val="005D3C2C"/>
    <w:rsid w:val="005D47BE"/>
    <w:rsid w:val="005E0567"/>
    <w:rsid w:val="005E56D3"/>
    <w:rsid w:val="005F54FC"/>
    <w:rsid w:val="0060450B"/>
    <w:rsid w:val="006052F6"/>
    <w:rsid w:val="0061799A"/>
    <w:rsid w:val="00627192"/>
    <w:rsid w:val="0062770D"/>
    <w:rsid w:val="006300C7"/>
    <w:rsid w:val="00630DD1"/>
    <w:rsid w:val="00631EEA"/>
    <w:rsid w:val="00632CB9"/>
    <w:rsid w:val="0063666F"/>
    <w:rsid w:val="00637759"/>
    <w:rsid w:val="006408F4"/>
    <w:rsid w:val="006414D1"/>
    <w:rsid w:val="0064179F"/>
    <w:rsid w:val="00645618"/>
    <w:rsid w:val="00646A0B"/>
    <w:rsid w:val="00647EEE"/>
    <w:rsid w:val="00650C6E"/>
    <w:rsid w:val="0065549D"/>
    <w:rsid w:val="0065699C"/>
    <w:rsid w:val="0066001D"/>
    <w:rsid w:val="00662D8E"/>
    <w:rsid w:val="00664B7D"/>
    <w:rsid w:val="00665F7E"/>
    <w:rsid w:val="00671E8A"/>
    <w:rsid w:val="00673113"/>
    <w:rsid w:val="00690E07"/>
    <w:rsid w:val="0069145D"/>
    <w:rsid w:val="00693348"/>
    <w:rsid w:val="00694445"/>
    <w:rsid w:val="006A12B1"/>
    <w:rsid w:val="006A1927"/>
    <w:rsid w:val="006B014D"/>
    <w:rsid w:val="006B299F"/>
    <w:rsid w:val="006B3A05"/>
    <w:rsid w:val="006C2E6E"/>
    <w:rsid w:val="006C3238"/>
    <w:rsid w:val="006C45C5"/>
    <w:rsid w:val="006D0E69"/>
    <w:rsid w:val="006D1B65"/>
    <w:rsid w:val="006D2BBC"/>
    <w:rsid w:val="006D462D"/>
    <w:rsid w:val="006D567C"/>
    <w:rsid w:val="006D5743"/>
    <w:rsid w:val="006F4FF4"/>
    <w:rsid w:val="0070012F"/>
    <w:rsid w:val="0070521F"/>
    <w:rsid w:val="00707077"/>
    <w:rsid w:val="00714050"/>
    <w:rsid w:val="007153B8"/>
    <w:rsid w:val="00721102"/>
    <w:rsid w:val="00730484"/>
    <w:rsid w:val="007312F4"/>
    <w:rsid w:val="00731715"/>
    <w:rsid w:val="007324E3"/>
    <w:rsid w:val="007327DA"/>
    <w:rsid w:val="00732869"/>
    <w:rsid w:val="0073558B"/>
    <w:rsid w:val="007379D6"/>
    <w:rsid w:val="00741412"/>
    <w:rsid w:val="007469EC"/>
    <w:rsid w:val="0075352A"/>
    <w:rsid w:val="00753ABA"/>
    <w:rsid w:val="0075401F"/>
    <w:rsid w:val="00754360"/>
    <w:rsid w:val="00763A71"/>
    <w:rsid w:val="007703E0"/>
    <w:rsid w:val="00771059"/>
    <w:rsid w:val="007716B4"/>
    <w:rsid w:val="00774A70"/>
    <w:rsid w:val="007770CB"/>
    <w:rsid w:val="007778F4"/>
    <w:rsid w:val="00780553"/>
    <w:rsid w:val="0078242E"/>
    <w:rsid w:val="00796CDF"/>
    <w:rsid w:val="007A1F25"/>
    <w:rsid w:val="007A5CDF"/>
    <w:rsid w:val="007B4F6E"/>
    <w:rsid w:val="007B5DFC"/>
    <w:rsid w:val="007B6E7D"/>
    <w:rsid w:val="007C08BB"/>
    <w:rsid w:val="007C0911"/>
    <w:rsid w:val="007C2847"/>
    <w:rsid w:val="007C70FF"/>
    <w:rsid w:val="007D0549"/>
    <w:rsid w:val="007D05E8"/>
    <w:rsid w:val="007D084E"/>
    <w:rsid w:val="007D6DFF"/>
    <w:rsid w:val="007E2D23"/>
    <w:rsid w:val="007E334A"/>
    <w:rsid w:val="007E379D"/>
    <w:rsid w:val="007E62FE"/>
    <w:rsid w:val="007E6834"/>
    <w:rsid w:val="007F00DA"/>
    <w:rsid w:val="007F1D1C"/>
    <w:rsid w:val="007F6007"/>
    <w:rsid w:val="007F7A99"/>
    <w:rsid w:val="00801510"/>
    <w:rsid w:val="00803B8E"/>
    <w:rsid w:val="00806ADC"/>
    <w:rsid w:val="00810D72"/>
    <w:rsid w:val="00810F30"/>
    <w:rsid w:val="008118DC"/>
    <w:rsid w:val="00812B2D"/>
    <w:rsid w:val="0081585B"/>
    <w:rsid w:val="00820FEA"/>
    <w:rsid w:val="008210D5"/>
    <w:rsid w:val="0082143B"/>
    <w:rsid w:val="008233D5"/>
    <w:rsid w:val="0082451A"/>
    <w:rsid w:val="00825852"/>
    <w:rsid w:val="008268A1"/>
    <w:rsid w:val="00826E86"/>
    <w:rsid w:val="0084093D"/>
    <w:rsid w:val="00840F8A"/>
    <w:rsid w:val="00843A43"/>
    <w:rsid w:val="008447BA"/>
    <w:rsid w:val="00845332"/>
    <w:rsid w:val="00850587"/>
    <w:rsid w:val="008548A1"/>
    <w:rsid w:val="00861699"/>
    <w:rsid w:val="00865718"/>
    <w:rsid w:val="00872EA7"/>
    <w:rsid w:val="0087475C"/>
    <w:rsid w:val="0087541D"/>
    <w:rsid w:val="00880369"/>
    <w:rsid w:val="00880BFD"/>
    <w:rsid w:val="00887587"/>
    <w:rsid w:val="00887F46"/>
    <w:rsid w:val="008A050A"/>
    <w:rsid w:val="008A3885"/>
    <w:rsid w:val="008A4031"/>
    <w:rsid w:val="008B0146"/>
    <w:rsid w:val="008B206C"/>
    <w:rsid w:val="008B75B6"/>
    <w:rsid w:val="008B7EE7"/>
    <w:rsid w:val="008C33D7"/>
    <w:rsid w:val="008C77DE"/>
    <w:rsid w:val="008D5C7E"/>
    <w:rsid w:val="008D6CD6"/>
    <w:rsid w:val="008E03D9"/>
    <w:rsid w:val="008E061B"/>
    <w:rsid w:val="008E09D7"/>
    <w:rsid w:val="008E42A2"/>
    <w:rsid w:val="008E57F9"/>
    <w:rsid w:val="008E5AD8"/>
    <w:rsid w:val="008F7F9D"/>
    <w:rsid w:val="00907D6A"/>
    <w:rsid w:val="00911A83"/>
    <w:rsid w:val="009138BE"/>
    <w:rsid w:val="009149AB"/>
    <w:rsid w:val="00914DBC"/>
    <w:rsid w:val="00915744"/>
    <w:rsid w:val="0091665A"/>
    <w:rsid w:val="00921C1A"/>
    <w:rsid w:val="00922997"/>
    <w:rsid w:val="00925761"/>
    <w:rsid w:val="00925B16"/>
    <w:rsid w:val="00926DAD"/>
    <w:rsid w:val="00927ECD"/>
    <w:rsid w:val="00933507"/>
    <w:rsid w:val="00936C8C"/>
    <w:rsid w:val="00937C50"/>
    <w:rsid w:val="0094028D"/>
    <w:rsid w:val="00940E64"/>
    <w:rsid w:val="0094141D"/>
    <w:rsid w:val="009514D5"/>
    <w:rsid w:val="00952816"/>
    <w:rsid w:val="00952882"/>
    <w:rsid w:val="009536C3"/>
    <w:rsid w:val="009543B5"/>
    <w:rsid w:val="00960D86"/>
    <w:rsid w:val="00961B72"/>
    <w:rsid w:val="00964546"/>
    <w:rsid w:val="009645A4"/>
    <w:rsid w:val="0096577A"/>
    <w:rsid w:val="00965EA8"/>
    <w:rsid w:val="009708E5"/>
    <w:rsid w:val="00970C03"/>
    <w:rsid w:val="0097128F"/>
    <w:rsid w:val="00980D8B"/>
    <w:rsid w:val="0098130B"/>
    <w:rsid w:val="009906BB"/>
    <w:rsid w:val="009944CB"/>
    <w:rsid w:val="00995703"/>
    <w:rsid w:val="009A2301"/>
    <w:rsid w:val="009A2E8B"/>
    <w:rsid w:val="009A6A64"/>
    <w:rsid w:val="009A7167"/>
    <w:rsid w:val="009B6653"/>
    <w:rsid w:val="009C1E1F"/>
    <w:rsid w:val="009C2A40"/>
    <w:rsid w:val="009C3EB4"/>
    <w:rsid w:val="009D2E57"/>
    <w:rsid w:val="009D369D"/>
    <w:rsid w:val="009D4FB4"/>
    <w:rsid w:val="009D5E12"/>
    <w:rsid w:val="009E2102"/>
    <w:rsid w:val="009E268F"/>
    <w:rsid w:val="009E2830"/>
    <w:rsid w:val="009E4E01"/>
    <w:rsid w:val="009E7A25"/>
    <w:rsid w:val="009F1AAF"/>
    <w:rsid w:val="009F2C1D"/>
    <w:rsid w:val="009F3A57"/>
    <w:rsid w:val="009F6EB5"/>
    <w:rsid w:val="009F7284"/>
    <w:rsid w:val="00A0110B"/>
    <w:rsid w:val="00A0627C"/>
    <w:rsid w:val="00A074EF"/>
    <w:rsid w:val="00A142F7"/>
    <w:rsid w:val="00A17BEE"/>
    <w:rsid w:val="00A217EC"/>
    <w:rsid w:val="00A2557E"/>
    <w:rsid w:val="00A302F3"/>
    <w:rsid w:val="00A41498"/>
    <w:rsid w:val="00A41D8B"/>
    <w:rsid w:val="00A42A57"/>
    <w:rsid w:val="00A42CDA"/>
    <w:rsid w:val="00A45F4B"/>
    <w:rsid w:val="00A50F3D"/>
    <w:rsid w:val="00A51F23"/>
    <w:rsid w:val="00A51FC7"/>
    <w:rsid w:val="00A529D0"/>
    <w:rsid w:val="00A6094E"/>
    <w:rsid w:val="00A62339"/>
    <w:rsid w:val="00A6254C"/>
    <w:rsid w:val="00A632BA"/>
    <w:rsid w:val="00A64746"/>
    <w:rsid w:val="00A64AAF"/>
    <w:rsid w:val="00A65CD2"/>
    <w:rsid w:val="00A7007C"/>
    <w:rsid w:val="00A708C4"/>
    <w:rsid w:val="00A7161C"/>
    <w:rsid w:val="00A73590"/>
    <w:rsid w:val="00A7371F"/>
    <w:rsid w:val="00A73796"/>
    <w:rsid w:val="00A74645"/>
    <w:rsid w:val="00A801D1"/>
    <w:rsid w:val="00A80E5A"/>
    <w:rsid w:val="00A93C0B"/>
    <w:rsid w:val="00A970AF"/>
    <w:rsid w:val="00A97840"/>
    <w:rsid w:val="00AA0A7A"/>
    <w:rsid w:val="00AA4B50"/>
    <w:rsid w:val="00AA7EFC"/>
    <w:rsid w:val="00AB086D"/>
    <w:rsid w:val="00AB10EB"/>
    <w:rsid w:val="00AB191A"/>
    <w:rsid w:val="00AB4A48"/>
    <w:rsid w:val="00AB7118"/>
    <w:rsid w:val="00AC1DBB"/>
    <w:rsid w:val="00AC2270"/>
    <w:rsid w:val="00AC230A"/>
    <w:rsid w:val="00AC2ABD"/>
    <w:rsid w:val="00AC78E9"/>
    <w:rsid w:val="00AD1E11"/>
    <w:rsid w:val="00AD30CD"/>
    <w:rsid w:val="00AE2FAB"/>
    <w:rsid w:val="00AE38F2"/>
    <w:rsid w:val="00AE7B8D"/>
    <w:rsid w:val="00AF11D5"/>
    <w:rsid w:val="00AF5112"/>
    <w:rsid w:val="00B00499"/>
    <w:rsid w:val="00B01D50"/>
    <w:rsid w:val="00B023A2"/>
    <w:rsid w:val="00B04640"/>
    <w:rsid w:val="00B05B1B"/>
    <w:rsid w:val="00B1047D"/>
    <w:rsid w:val="00B172D4"/>
    <w:rsid w:val="00B17BF9"/>
    <w:rsid w:val="00B249B4"/>
    <w:rsid w:val="00B24E18"/>
    <w:rsid w:val="00B30A24"/>
    <w:rsid w:val="00B31C97"/>
    <w:rsid w:val="00B3218B"/>
    <w:rsid w:val="00B35E33"/>
    <w:rsid w:val="00B373F9"/>
    <w:rsid w:val="00B37845"/>
    <w:rsid w:val="00B37C3D"/>
    <w:rsid w:val="00B421AF"/>
    <w:rsid w:val="00B45801"/>
    <w:rsid w:val="00B46E19"/>
    <w:rsid w:val="00B52A91"/>
    <w:rsid w:val="00B52F5C"/>
    <w:rsid w:val="00B534F6"/>
    <w:rsid w:val="00B53C7E"/>
    <w:rsid w:val="00B6284F"/>
    <w:rsid w:val="00B66ED6"/>
    <w:rsid w:val="00B70684"/>
    <w:rsid w:val="00B70CD7"/>
    <w:rsid w:val="00B76046"/>
    <w:rsid w:val="00B81F8C"/>
    <w:rsid w:val="00B83782"/>
    <w:rsid w:val="00B84F83"/>
    <w:rsid w:val="00B9004C"/>
    <w:rsid w:val="00B938AD"/>
    <w:rsid w:val="00B9546D"/>
    <w:rsid w:val="00B95F68"/>
    <w:rsid w:val="00BA06D9"/>
    <w:rsid w:val="00BA75C2"/>
    <w:rsid w:val="00BA7D3C"/>
    <w:rsid w:val="00BB12FE"/>
    <w:rsid w:val="00BB2174"/>
    <w:rsid w:val="00BB37BF"/>
    <w:rsid w:val="00BB41FB"/>
    <w:rsid w:val="00BB7DA8"/>
    <w:rsid w:val="00BC2F2E"/>
    <w:rsid w:val="00BC3F23"/>
    <w:rsid w:val="00BC468B"/>
    <w:rsid w:val="00BD09D8"/>
    <w:rsid w:val="00BD2888"/>
    <w:rsid w:val="00BD3180"/>
    <w:rsid w:val="00BD4636"/>
    <w:rsid w:val="00BD46DD"/>
    <w:rsid w:val="00BD6A76"/>
    <w:rsid w:val="00BF0C74"/>
    <w:rsid w:val="00BF1499"/>
    <w:rsid w:val="00BF1CB6"/>
    <w:rsid w:val="00BF239A"/>
    <w:rsid w:val="00BF2BDF"/>
    <w:rsid w:val="00BF52F3"/>
    <w:rsid w:val="00BF5C92"/>
    <w:rsid w:val="00BF6D51"/>
    <w:rsid w:val="00C032AE"/>
    <w:rsid w:val="00C04BA5"/>
    <w:rsid w:val="00C11759"/>
    <w:rsid w:val="00C16959"/>
    <w:rsid w:val="00C16D26"/>
    <w:rsid w:val="00C174E7"/>
    <w:rsid w:val="00C177E0"/>
    <w:rsid w:val="00C2079E"/>
    <w:rsid w:val="00C21335"/>
    <w:rsid w:val="00C232C1"/>
    <w:rsid w:val="00C269ED"/>
    <w:rsid w:val="00C41CE3"/>
    <w:rsid w:val="00C41E73"/>
    <w:rsid w:val="00C43E54"/>
    <w:rsid w:val="00C45C63"/>
    <w:rsid w:val="00C513FA"/>
    <w:rsid w:val="00C53D22"/>
    <w:rsid w:val="00C563B8"/>
    <w:rsid w:val="00C570A3"/>
    <w:rsid w:val="00C61640"/>
    <w:rsid w:val="00C670B4"/>
    <w:rsid w:val="00C729A9"/>
    <w:rsid w:val="00C72F34"/>
    <w:rsid w:val="00C845B5"/>
    <w:rsid w:val="00C85121"/>
    <w:rsid w:val="00C85FEE"/>
    <w:rsid w:val="00C87F6D"/>
    <w:rsid w:val="00C92032"/>
    <w:rsid w:val="00C9566F"/>
    <w:rsid w:val="00CA18DB"/>
    <w:rsid w:val="00CA35D7"/>
    <w:rsid w:val="00CB252B"/>
    <w:rsid w:val="00CB3F42"/>
    <w:rsid w:val="00CB55BD"/>
    <w:rsid w:val="00CC48D8"/>
    <w:rsid w:val="00CD403A"/>
    <w:rsid w:val="00CD5C3B"/>
    <w:rsid w:val="00CE0D4E"/>
    <w:rsid w:val="00CE189E"/>
    <w:rsid w:val="00CE6F77"/>
    <w:rsid w:val="00CE7636"/>
    <w:rsid w:val="00CF01D7"/>
    <w:rsid w:val="00CF6890"/>
    <w:rsid w:val="00CF6BE1"/>
    <w:rsid w:val="00CF6D14"/>
    <w:rsid w:val="00D114C3"/>
    <w:rsid w:val="00D24ECE"/>
    <w:rsid w:val="00D25635"/>
    <w:rsid w:val="00D2643D"/>
    <w:rsid w:val="00D30D8C"/>
    <w:rsid w:val="00D30FDD"/>
    <w:rsid w:val="00D34942"/>
    <w:rsid w:val="00D37067"/>
    <w:rsid w:val="00D42991"/>
    <w:rsid w:val="00D430BF"/>
    <w:rsid w:val="00D451D4"/>
    <w:rsid w:val="00D53A9A"/>
    <w:rsid w:val="00D57B0F"/>
    <w:rsid w:val="00D62234"/>
    <w:rsid w:val="00D64752"/>
    <w:rsid w:val="00D720F3"/>
    <w:rsid w:val="00D72DD5"/>
    <w:rsid w:val="00D75A73"/>
    <w:rsid w:val="00D81356"/>
    <w:rsid w:val="00D83320"/>
    <w:rsid w:val="00D859BA"/>
    <w:rsid w:val="00D876E2"/>
    <w:rsid w:val="00D9170A"/>
    <w:rsid w:val="00D92C21"/>
    <w:rsid w:val="00D945E0"/>
    <w:rsid w:val="00DA0254"/>
    <w:rsid w:val="00DA1B82"/>
    <w:rsid w:val="00DA215F"/>
    <w:rsid w:val="00DB634D"/>
    <w:rsid w:val="00DB7422"/>
    <w:rsid w:val="00DC1C61"/>
    <w:rsid w:val="00DC2771"/>
    <w:rsid w:val="00DC40D0"/>
    <w:rsid w:val="00DC43EE"/>
    <w:rsid w:val="00DD123A"/>
    <w:rsid w:val="00DD1AAF"/>
    <w:rsid w:val="00DD1EC5"/>
    <w:rsid w:val="00DD6FE0"/>
    <w:rsid w:val="00DE5D9C"/>
    <w:rsid w:val="00DE5E01"/>
    <w:rsid w:val="00DF061F"/>
    <w:rsid w:val="00DF087D"/>
    <w:rsid w:val="00DF29C7"/>
    <w:rsid w:val="00E13043"/>
    <w:rsid w:val="00E132FE"/>
    <w:rsid w:val="00E254E7"/>
    <w:rsid w:val="00E25A0B"/>
    <w:rsid w:val="00E26278"/>
    <w:rsid w:val="00E31025"/>
    <w:rsid w:val="00E536E4"/>
    <w:rsid w:val="00E62E41"/>
    <w:rsid w:val="00E6596B"/>
    <w:rsid w:val="00E6672B"/>
    <w:rsid w:val="00E66C6F"/>
    <w:rsid w:val="00E71C94"/>
    <w:rsid w:val="00E761B8"/>
    <w:rsid w:val="00E87D42"/>
    <w:rsid w:val="00E9187F"/>
    <w:rsid w:val="00E931CB"/>
    <w:rsid w:val="00E9607C"/>
    <w:rsid w:val="00E979C3"/>
    <w:rsid w:val="00E97BC2"/>
    <w:rsid w:val="00EA3780"/>
    <w:rsid w:val="00EA4268"/>
    <w:rsid w:val="00EB0345"/>
    <w:rsid w:val="00EB07C3"/>
    <w:rsid w:val="00EB23FB"/>
    <w:rsid w:val="00EB6594"/>
    <w:rsid w:val="00EC0169"/>
    <w:rsid w:val="00ED0FD4"/>
    <w:rsid w:val="00ED124E"/>
    <w:rsid w:val="00ED2975"/>
    <w:rsid w:val="00ED2E7A"/>
    <w:rsid w:val="00ED6922"/>
    <w:rsid w:val="00EE225E"/>
    <w:rsid w:val="00EE5A26"/>
    <w:rsid w:val="00EE71EC"/>
    <w:rsid w:val="00EF2A70"/>
    <w:rsid w:val="00EF323E"/>
    <w:rsid w:val="00EF4FD3"/>
    <w:rsid w:val="00EF6F26"/>
    <w:rsid w:val="00F024DA"/>
    <w:rsid w:val="00F03097"/>
    <w:rsid w:val="00F0598C"/>
    <w:rsid w:val="00F07BC4"/>
    <w:rsid w:val="00F10394"/>
    <w:rsid w:val="00F10879"/>
    <w:rsid w:val="00F11420"/>
    <w:rsid w:val="00F14725"/>
    <w:rsid w:val="00F17114"/>
    <w:rsid w:val="00F205F1"/>
    <w:rsid w:val="00F214FF"/>
    <w:rsid w:val="00F2348A"/>
    <w:rsid w:val="00F23963"/>
    <w:rsid w:val="00F302AF"/>
    <w:rsid w:val="00F353E7"/>
    <w:rsid w:val="00F35A77"/>
    <w:rsid w:val="00F37B4B"/>
    <w:rsid w:val="00F404CB"/>
    <w:rsid w:val="00F42711"/>
    <w:rsid w:val="00F5231F"/>
    <w:rsid w:val="00F636EF"/>
    <w:rsid w:val="00F642B4"/>
    <w:rsid w:val="00F66012"/>
    <w:rsid w:val="00F673C7"/>
    <w:rsid w:val="00F7162E"/>
    <w:rsid w:val="00F7516D"/>
    <w:rsid w:val="00F76687"/>
    <w:rsid w:val="00F84275"/>
    <w:rsid w:val="00F91459"/>
    <w:rsid w:val="00F91765"/>
    <w:rsid w:val="00F924ED"/>
    <w:rsid w:val="00F93F6E"/>
    <w:rsid w:val="00F94E3A"/>
    <w:rsid w:val="00F95D97"/>
    <w:rsid w:val="00FA4245"/>
    <w:rsid w:val="00FA5483"/>
    <w:rsid w:val="00FA5F95"/>
    <w:rsid w:val="00FA6CA0"/>
    <w:rsid w:val="00FA7E7E"/>
    <w:rsid w:val="00FA7FE6"/>
    <w:rsid w:val="00FC0157"/>
    <w:rsid w:val="00FC485D"/>
    <w:rsid w:val="00FE3DCB"/>
    <w:rsid w:val="00FE6B8D"/>
    <w:rsid w:val="00FE7D32"/>
    <w:rsid w:val="00FF2DCB"/>
    <w:rsid w:val="00FF3762"/>
    <w:rsid w:val="00FF3C6A"/>
    <w:rsid w:val="00FF4DF0"/>
    <w:rsid w:val="00FF6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2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BBC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D2BBC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D2BB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D2BBC"/>
  </w:style>
  <w:style w:type="paragraph" w:customStyle="1" w:styleId="Iioaioo">
    <w:name w:val="Ii oaio?o"/>
    <w:basedOn w:val="a"/>
    <w:rsid w:val="006D2BBC"/>
    <w:pPr>
      <w:keepNext/>
      <w:keepLines/>
      <w:spacing w:before="240" w:after="240"/>
      <w:jc w:val="center"/>
    </w:pPr>
    <w:rPr>
      <w:b/>
    </w:rPr>
  </w:style>
  <w:style w:type="paragraph" w:customStyle="1" w:styleId="a8">
    <w:name w:val="Первая строка заголовка"/>
    <w:basedOn w:val="a"/>
    <w:rsid w:val="006D2BB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9">
    <w:name w:val="Знак Знак Знак Знак"/>
    <w:basedOn w:val="a"/>
    <w:rsid w:val="006D2BBC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Balloon Text"/>
    <w:basedOn w:val="a"/>
    <w:link w:val="ab"/>
    <w:rsid w:val="0059783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59783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F5231F"/>
    <w:pPr>
      <w:jc w:val="both"/>
    </w:pPr>
    <w:rPr>
      <w:sz w:val="24"/>
      <w:szCs w:val="24"/>
    </w:rPr>
  </w:style>
  <w:style w:type="character" w:customStyle="1" w:styleId="ad">
    <w:name w:val="Основной текст Знак"/>
    <w:link w:val="ac"/>
    <w:rsid w:val="00F5231F"/>
    <w:rPr>
      <w:sz w:val="24"/>
      <w:szCs w:val="24"/>
    </w:rPr>
  </w:style>
  <w:style w:type="paragraph" w:styleId="ae">
    <w:name w:val="Body Text Indent"/>
    <w:basedOn w:val="a"/>
    <w:link w:val="af"/>
    <w:rsid w:val="00243DDD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243DDD"/>
    <w:rPr>
      <w:sz w:val="28"/>
    </w:rPr>
  </w:style>
  <w:style w:type="character" w:styleId="af0">
    <w:name w:val="Hyperlink"/>
    <w:rsid w:val="005E0567"/>
    <w:rPr>
      <w:color w:val="0000FF"/>
      <w:u w:val="single"/>
    </w:rPr>
  </w:style>
  <w:style w:type="character" w:customStyle="1" w:styleId="a5">
    <w:name w:val="Верхний колонтитул Знак"/>
    <w:link w:val="a4"/>
    <w:uiPriority w:val="99"/>
    <w:rsid w:val="004C1F31"/>
    <w:rPr>
      <w:sz w:val="28"/>
    </w:rPr>
  </w:style>
  <w:style w:type="paragraph" w:customStyle="1" w:styleId="ConsNormal">
    <w:name w:val="ConsNormal"/>
    <w:rsid w:val="007B4F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7B4F6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aliases w:val=" Знак1,Знак"/>
    <w:basedOn w:val="a"/>
    <w:link w:val="20"/>
    <w:rsid w:val="00A7007C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aliases w:val=" Знак1 Знак,Знак Знак"/>
    <w:link w:val="2"/>
    <w:rsid w:val="00A7007C"/>
    <w:rPr>
      <w:sz w:val="24"/>
      <w:szCs w:val="24"/>
    </w:rPr>
  </w:style>
  <w:style w:type="paragraph" w:customStyle="1" w:styleId="3">
    <w:name w:val="3"/>
    <w:basedOn w:val="a"/>
    <w:rsid w:val="00D720F3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9708E5"/>
    <w:pPr>
      <w:ind w:left="720"/>
      <w:contextualSpacing/>
    </w:pPr>
  </w:style>
  <w:style w:type="paragraph" w:styleId="af2">
    <w:name w:val="Normal (Web)"/>
    <w:basedOn w:val="a"/>
    <w:rsid w:val="0011394B"/>
    <w:pPr>
      <w:spacing w:before="74" w:after="74"/>
      <w:ind w:left="74" w:right="74"/>
    </w:pPr>
    <w:rPr>
      <w:rFonts w:ascii="Arial CYR" w:hAnsi="Arial CYR" w:cs="Arial CYR"/>
      <w:b/>
      <w:color w:val="000000"/>
      <w:sz w:val="30"/>
      <w:szCs w:val="30"/>
    </w:rPr>
  </w:style>
  <w:style w:type="paragraph" w:customStyle="1" w:styleId="TextBoldCenter">
    <w:name w:val="TextBoldCenter"/>
    <w:basedOn w:val="a"/>
    <w:rsid w:val="0011394B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shinistka\Application%20Data\Microsoft\&#1064;&#1072;&#1073;&#1083;&#1086;&#1085;&#1099;\&#1053;&#1086;&#1074;&#1086;&#1077;%20&#1088;&#1072;&#1089;&#1087;&#1086;&#1088;.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EA210-69D3-4F67-AB19-2B1B1DBBB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Новое распор.2011</Template>
  <TotalTime>1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3454</CharactersWithSpaces>
  <SharedDoc>false</SharedDoc>
  <HLinks>
    <vt:vector size="42" baseType="variant">
      <vt:variant>
        <vt:i4>7602208</vt:i4>
      </vt:variant>
      <vt:variant>
        <vt:i4>18</vt:i4>
      </vt:variant>
      <vt:variant>
        <vt:i4>0</vt:i4>
      </vt:variant>
      <vt:variant>
        <vt:i4>5</vt:i4>
      </vt:variant>
      <vt:variant>
        <vt:lpwstr>http://admdaro.ru/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4456534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consultantplus://offline/ref=B3B0AF35AEB5C0813FE87278AECA338496BE1E9B5F80E5574E9C9A256BDFe7J</vt:lpwstr>
      </vt:variant>
      <vt:variant>
        <vt:lpwstr/>
      </vt:variant>
      <vt:variant>
        <vt:i4>2687046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http://www.consultant.ru/document/cons_doc_LAW_165986/</vt:lpwstr>
      </vt:variant>
      <vt:variant>
        <vt:lpwstr>p102</vt:lpwstr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3211289</vt:i4>
      </vt:variant>
      <vt:variant>
        <vt:i4>3</vt:i4>
      </vt:variant>
      <vt:variant>
        <vt:i4>0</vt:i4>
      </vt:variant>
      <vt:variant>
        <vt:i4>5</vt:i4>
      </vt:variant>
      <vt:variant>
        <vt:lpwstr>mailto:admdaro@kirovreg.ru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Mashinistka</dc:creator>
  <cp:lastModifiedBy>Мунсобственность</cp:lastModifiedBy>
  <cp:revision>4</cp:revision>
  <cp:lastPrinted>2025-06-18T12:44:00Z</cp:lastPrinted>
  <dcterms:created xsi:type="dcterms:W3CDTF">2025-06-18T12:44:00Z</dcterms:created>
  <dcterms:modified xsi:type="dcterms:W3CDTF">2025-06-18T12:44:00Z</dcterms:modified>
</cp:coreProperties>
</file>