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5"/>
        <w:gridCol w:w="2587"/>
        <w:gridCol w:w="3543"/>
        <w:gridCol w:w="1615"/>
      </w:tblGrid>
      <w:tr w:rsidR="006D756B" w:rsidTr="002D3D46">
        <w:trPr>
          <w:trHeight w:hRule="exact" w:val="2301"/>
        </w:trPr>
        <w:tc>
          <w:tcPr>
            <w:tcW w:w="9360" w:type="dxa"/>
            <w:gridSpan w:val="4"/>
          </w:tcPr>
          <w:p w:rsidR="006D756B" w:rsidRPr="00234F5C" w:rsidRDefault="0037160F" w:rsidP="0023647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</w:pPr>
            <w:r w:rsidRPr="0037160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B55ACC" wp14:editId="1E6920CC">
                      <wp:simplePos x="0" y="0"/>
                      <wp:positionH relativeFrom="column">
                        <wp:posOffset>4982780</wp:posOffset>
                      </wp:positionH>
                      <wp:positionV relativeFrom="paragraph">
                        <wp:posOffset>-526273</wp:posOffset>
                      </wp:positionV>
                      <wp:extent cx="934672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4672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160F" w:rsidRPr="0037160F" w:rsidRDefault="0037160F" w:rsidP="0037160F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37160F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92.35pt;margin-top:-41.45pt;width:73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" stroked="f">
                      <v:textbox style="mso-fit-shape-to-text:t">
                        <w:txbxContent>
                          <w:p w:rsidR="0037160F" w:rsidRPr="0037160F" w:rsidRDefault="0037160F" w:rsidP="0037160F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37160F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756B">
              <w:t>ДАРОВСКАЯ РАЙОННАЯ ДУМА</w:t>
            </w:r>
            <w:r w:rsidR="00AB4A4D">
              <w:t xml:space="preserve"> </w:t>
            </w:r>
            <w:r w:rsidR="006D756B">
              <w:t xml:space="preserve">ДАРОВСКОГО РАЙОНА                    </w:t>
            </w:r>
            <w:r w:rsidR="006D756B" w:rsidRPr="00234F5C">
              <w:t>КИРОВСКОЙ ОБЛАСТИ</w:t>
            </w:r>
            <w:r w:rsidR="006D756B">
              <w:t xml:space="preserve"> </w:t>
            </w:r>
            <w:r w:rsidR="003A2960">
              <w:t>ШЕСТОГО</w:t>
            </w:r>
            <w:r w:rsidR="006D756B">
              <w:t xml:space="preserve"> СОЗЫВА</w:t>
            </w:r>
          </w:p>
          <w:p w:rsidR="006D756B" w:rsidRPr="0092379D" w:rsidRDefault="006D756B" w:rsidP="00236477">
            <w:pPr>
              <w:pStyle w:val="aa"/>
              <w:keepNext w:val="0"/>
              <w:keepLines w:val="0"/>
              <w:widowControl w:val="0"/>
              <w:spacing w:before="360" w:after="48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D756B" w:rsidRPr="00736E11" w:rsidRDefault="006D756B" w:rsidP="00236477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6D756B" w:rsidRPr="004F2A68" w:rsidTr="002D3D46">
        <w:tblPrEx>
          <w:tblCellMar>
            <w:left w:w="70" w:type="dxa"/>
            <w:right w:w="70" w:type="dxa"/>
          </w:tblCellMar>
        </w:tblPrEx>
        <w:tc>
          <w:tcPr>
            <w:tcW w:w="1615" w:type="dxa"/>
            <w:tcBorders>
              <w:bottom w:val="single" w:sz="4" w:space="0" w:color="auto"/>
            </w:tcBorders>
          </w:tcPr>
          <w:p w:rsidR="006D756B" w:rsidRPr="00111D97" w:rsidRDefault="006D756B" w:rsidP="00312C60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87" w:type="dxa"/>
          </w:tcPr>
          <w:p w:rsidR="006D756B" w:rsidRPr="004F2A68" w:rsidRDefault="006D756B" w:rsidP="00236477">
            <w:pPr>
              <w:widowControl w:val="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543" w:type="dxa"/>
          </w:tcPr>
          <w:p w:rsidR="006D756B" w:rsidRPr="004F2A68" w:rsidRDefault="006D756B" w:rsidP="00236477">
            <w:pPr>
              <w:widowControl w:val="0"/>
              <w:jc w:val="right"/>
              <w:rPr>
                <w:sz w:val="28"/>
                <w:szCs w:val="28"/>
              </w:rPr>
            </w:pPr>
            <w:r w:rsidRPr="004F2A6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615" w:type="dxa"/>
            <w:tcBorders>
              <w:bottom w:val="single" w:sz="6" w:space="0" w:color="auto"/>
            </w:tcBorders>
          </w:tcPr>
          <w:p w:rsidR="006D756B" w:rsidRPr="004F2A68" w:rsidRDefault="006D756B" w:rsidP="0023647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D756B" w:rsidTr="002D3D4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6D756B" w:rsidRPr="00B65484" w:rsidRDefault="006D756B" w:rsidP="00236477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B65484">
              <w:rPr>
                <w:sz w:val="28"/>
                <w:szCs w:val="28"/>
              </w:rPr>
              <w:t xml:space="preserve">пгт Даровской </w:t>
            </w:r>
          </w:p>
        </w:tc>
      </w:tr>
    </w:tbl>
    <w:p w:rsidR="00850208" w:rsidRPr="00B64E0A" w:rsidRDefault="00850208" w:rsidP="007630CA">
      <w:pPr>
        <w:spacing w:before="480"/>
        <w:ind w:right="-6"/>
        <w:jc w:val="center"/>
        <w:rPr>
          <w:b/>
          <w:bCs/>
          <w:sz w:val="28"/>
          <w:szCs w:val="28"/>
        </w:rPr>
      </w:pPr>
      <w:r w:rsidRPr="00850208">
        <w:rPr>
          <w:b/>
          <w:bCs/>
          <w:sz w:val="28"/>
          <w:szCs w:val="28"/>
        </w:rPr>
        <w:t xml:space="preserve">О предоставлении отпуска </w:t>
      </w:r>
      <w:r w:rsidR="007630CA">
        <w:rPr>
          <w:b/>
          <w:bCs/>
          <w:sz w:val="28"/>
          <w:szCs w:val="28"/>
        </w:rPr>
        <w:t xml:space="preserve">председателю Контрольно-счетной </w:t>
      </w:r>
      <w:r w:rsidR="003D719F">
        <w:rPr>
          <w:b/>
          <w:bCs/>
          <w:sz w:val="28"/>
          <w:szCs w:val="28"/>
        </w:rPr>
        <w:t xml:space="preserve">                              </w:t>
      </w:r>
      <w:r w:rsidR="007630CA" w:rsidRPr="00B64E0A">
        <w:rPr>
          <w:b/>
          <w:bCs/>
          <w:sz w:val="28"/>
          <w:szCs w:val="28"/>
        </w:rPr>
        <w:t>комиссии</w:t>
      </w:r>
      <w:r w:rsidRPr="00B64E0A">
        <w:rPr>
          <w:b/>
          <w:bCs/>
          <w:sz w:val="28"/>
          <w:szCs w:val="28"/>
        </w:rPr>
        <w:t xml:space="preserve"> </w:t>
      </w:r>
      <w:r w:rsidR="00B64E0A" w:rsidRPr="00B64E0A">
        <w:rPr>
          <w:b/>
          <w:sz w:val="28"/>
          <w:szCs w:val="28"/>
        </w:rPr>
        <w:t>муниципального образования Даровской муниципальн</w:t>
      </w:r>
      <w:r w:rsidR="00F31A61">
        <w:rPr>
          <w:b/>
          <w:sz w:val="28"/>
          <w:szCs w:val="28"/>
        </w:rPr>
        <w:t xml:space="preserve">ый </w:t>
      </w:r>
      <w:r w:rsidR="00B64E0A" w:rsidRPr="00B64E0A">
        <w:rPr>
          <w:b/>
          <w:sz w:val="28"/>
          <w:szCs w:val="28"/>
        </w:rPr>
        <w:t xml:space="preserve"> райо</w:t>
      </w:r>
      <w:r w:rsidR="00F31A61">
        <w:rPr>
          <w:b/>
          <w:sz w:val="28"/>
          <w:szCs w:val="28"/>
        </w:rPr>
        <w:t>н</w:t>
      </w:r>
      <w:r w:rsidR="00B64E0A" w:rsidRPr="00B64E0A">
        <w:rPr>
          <w:b/>
          <w:sz w:val="28"/>
          <w:szCs w:val="28"/>
        </w:rPr>
        <w:t xml:space="preserve"> Кировской области</w:t>
      </w:r>
      <w:r w:rsidR="00B64E0A" w:rsidRPr="00B64E0A">
        <w:rPr>
          <w:b/>
          <w:bCs/>
          <w:sz w:val="28"/>
          <w:szCs w:val="28"/>
        </w:rPr>
        <w:t xml:space="preserve"> </w:t>
      </w:r>
      <w:r w:rsidR="00390725" w:rsidRPr="00B64E0A">
        <w:rPr>
          <w:b/>
          <w:bCs/>
          <w:sz w:val="28"/>
          <w:szCs w:val="28"/>
        </w:rPr>
        <w:t>Каниной Л.С.</w:t>
      </w:r>
    </w:p>
    <w:p w:rsidR="00850208" w:rsidRPr="00850208" w:rsidRDefault="00850208" w:rsidP="003D719F">
      <w:pPr>
        <w:autoSpaceDE w:val="0"/>
        <w:autoSpaceDN w:val="0"/>
        <w:adjustRightInd w:val="0"/>
        <w:spacing w:before="480" w:line="360" w:lineRule="auto"/>
        <w:ind w:firstLine="709"/>
        <w:jc w:val="both"/>
        <w:rPr>
          <w:sz w:val="28"/>
          <w:szCs w:val="28"/>
        </w:rPr>
      </w:pPr>
      <w:r w:rsidRPr="00C9281C">
        <w:rPr>
          <w:sz w:val="28"/>
          <w:szCs w:val="28"/>
        </w:rPr>
        <w:t xml:space="preserve">В соответствии со статьей 4 Закона Кировской области </w:t>
      </w:r>
      <w:r w:rsidR="00C9281C" w:rsidRPr="00C9281C">
        <w:rPr>
          <w:bCs/>
          <w:sz w:val="28"/>
          <w:szCs w:val="28"/>
        </w:rPr>
        <w:t xml:space="preserve">от 20.12.2021 </w:t>
      </w:r>
      <w:r w:rsidR="003D719F">
        <w:rPr>
          <w:bCs/>
          <w:sz w:val="28"/>
          <w:szCs w:val="28"/>
        </w:rPr>
        <w:t xml:space="preserve">                 </w:t>
      </w:r>
      <w:r w:rsidR="00D61D18">
        <w:rPr>
          <w:bCs/>
          <w:sz w:val="28"/>
          <w:szCs w:val="28"/>
        </w:rPr>
        <w:t>№</w:t>
      </w:r>
      <w:r w:rsidR="00C9281C" w:rsidRPr="00C9281C">
        <w:rPr>
          <w:bCs/>
          <w:sz w:val="28"/>
          <w:szCs w:val="28"/>
        </w:rPr>
        <w:t xml:space="preserve"> 23-ЗО</w:t>
      </w:r>
      <w:r w:rsidR="00C9281C">
        <w:rPr>
          <w:bCs/>
          <w:sz w:val="28"/>
          <w:szCs w:val="28"/>
        </w:rPr>
        <w:t xml:space="preserve"> «</w:t>
      </w:r>
      <w:r w:rsidR="00C9281C" w:rsidRPr="00C9281C">
        <w:rPr>
          <w:bCs/>
          <w:sz w:val="28"/>
          <w:szCs w:val="28"/>
        </w:rPr>
        <w:t>О материальном и социальном обеспечении должностных лиц ко</w:t>
      </w:r>
      <w:r w:rsidR="00C9281C" w:rsidRPr="00C9281C">
        <w:rPr>
          <w:bCs/>
          <w:sz w:val="28"/>
          <w:szCs w:val="28"/>
        </w:rPr>
        <w:t>н</w:t>
      </w:r>
      <w:r w:rsidR="00C9281C" w:rsidRPr="00C9281C">
        <w:rPr>
          <w:bCs/>
          <w:sz w:val="28"/>
          <w:szCs w:val="28"/>
        </w:rPr>
        <w:t>трольно-счетных органов муниципальных образований Кировской обла</w:t>
      </w:r>
      <w:r w:rsidR="00C9281C">
        <w:rPr>
          <w:bCs/>
          <w:sz w:val="28"/>
          <w:szCs w:val="28"/>
        </w:rPr>
        <w:t>сти»,</w:t>
      </w:r>
      <w:r w:rsidRPr="00850208">
        <w:rPr>
          <w:sz w:val="28"/>
          <w:szCs w:val="28"/>
        </w:rPr>
        <w:t xml:space="preserve">  </w:t>
      </w:r>
      <w:r w:rsidR="00EC586A" w:rsidRPr="0041513C">
        <w:rPr>
          <w:sz w:val="28"/>
          <w:szCs w:val="28"/>
        </w:rPr>
        <w:t xml:space="preserve">Порядком  </w:t>
      </w:r>
      <w:r w:rsidR="001A63E3" w:rsidRPr="001A63E3">
        <w:rPr>
          <w:bCs/>
          <w:color w:val="000000"/>
          <w:sz w:val="28"/>
          <w:szCs w:val="28"/>
        </w:rPr>
        <w:t xml:space="preserve">осуществления единовременной выплаты при предоставлении ежегодного оплачиваемого отпуска и оказания материальной помощи главе </w:t>
      </w:r>
      <w:proofErr w:type="gramStart"/>
      <w:r w:rsidR="001A63E3" w:rsidRPr="001A63E3">
        <w:rPr>
          <w:bCs/>
          <w:color w:val="000000"/>
          <w:sz w:val="28"/>
          <w:szCs w:val="28"/>
        </w:rPr>
        <w:t>района, председателю контрольно-счетной комиссии района и муниципал</w:t>
      </w:r>
      <w:r w:rsidR="001A63E3" w:rsidRPr="001A63E3">
        <w:rPr>
          <w:bCs/>
          <w:color w:val="000000"/>
          <w:sz w:val="28"/>
          <w:szCs w:val="28"/>
        </w:rPr>
        <w:t>ь</w:t>
      </w:r>
      <w:r w:rsidR="001A63E3" w:rsidRPr="001A63E3">
        <w:rPr>
          <w:bCs/>
          <w:color w:val="000000"/>
          <w:sz w:val="28"/>
          <w:szCs w:val="28"/>
        </w:rPr>
        <w:t>ным служащим органов местного самоуправления Даровского района</w:t>
      </w:r>
      <w:r w:rsidR="00EC586A">
        <w:rPr>
          <w:bCs/>
          <w:color w:val="000000"/>
          <w:sz w:val="28"/>
          <w:szCs w:val="28"/>
        </w:rPr>
        <w:t>, утве</w:t>
      </w:r>
      <w:r w:rsidR="00EC586A">
        <w:rPr>
          <w:bCs/>
          <w:color w:val="000000"/>
          <w:sz w:val="28"/>
          <w:szCs w:val="28"/>
        </w:rPr>
        <w:t>р</w:t>
      </w:r>
      <w:r w:rsidR="00EC586A">
        <w:rPr>
          <w:bCs/>
          <w:color w:val="000000"/>
          <w:sz w:val="28"/>
          <w:szCs w:val="28"/>
        </w:rPr>
        <w:t xml:space="preserve">жденным решением Даровской районной Думы Кировской области </w:t>
      </w:r>
      <w:r w:rsidR="0026008A">
        <w:rPr>
          <w:bCs/>
          <w:color w:val="000000"/>
          <w:sz w:val="28"/>
          <w:szCs w:val="28"/>
        </w:rPr>
        <w:t xml:space="preserve">                      </w:t>
      </w:r>
      <w:r w:rsidR="00EC586A">
        <w:rPr>
          <w:bCs/>
          <w:color w:val="000000"/>
          <w:sz w:val="28"/>
          <w:szCs w:val="28"/>
        </w:rPr>
        <w:t xml:space="preserve">от 25.01.2008 № 183 </w:t>
      </w:r>
      <w:r w:rsidR="00EC586A" w:rsidRPr="002B01CE">
        <w:rPr>
          <w:sz w:val="28"/>
          <w:szCs w:val="28"/>
        </w:rPr>
        <w:t>«</w:t>
      </w:r>
      <w:r w:rsidR="001E3FCF">
        <w:rPr>
          <w:sz w:val="28"/>
          <w:szCs w:val="28"/>
        </w:rPr>
        <w:t>Об</w:t>
      </w:r>
      <w:r w:rsidR="001E3FCF" w:rsidRPr="001E3FCF">
        <w:rPr>
          <w:sz w:val="28"/>
          <w:szCs w:val="28"/>
        </w:rPr>
        <w:t xml:space="preserve"> оплате труда главы муниципального образования </w:t>
      </w:r>
      <w:r w:rsidR="001E3FCF">
        <w:rPr>
          <w:sz w:val="28"/>
          <w:szCs w:val="28"/>
        </w:rPr>
        <w:t>Д</w:t>
      </w:r>
      <w:r w:rsidR="001E3FCF" w:rsidRPr="001E3FCF">
        <w:rPr>
          <w:sz w:val="28"/>
          <w:szCs w:val="28"/>
        </w:rPr>
        <w:t xml:space="preserve">аровской район, председателя контрольно-счетной комиссии </w:t>
      </w:r>
      <w:r w:rsidR="001E3FCF">
        <w:rPr>
          <w:sz w:val="28"/>
          <w:szCs w:val="28"/>
        </w:rPr>
        <w:t>Д</w:t>
      </w:r>
      <w:r w:rsidR="001E3FCF" w:rsidRPr="001E3FCF">
        <w:rPr>
          <w:sz w:val="28"/>
          <w:szCs w:val="28"/>
        </w:rPr>
        <w:t xml:space="preserve">аровского района и муниципальных служащих муниципальной службы </w:t>
      </w:r>
      <w:r w:rsidR="001E3FCF">
        <w:rPr>
          <w:sz w:val="28"/>
          <w:szCs w:val="28"/>
        </w:rPr>
        <w:t>Д</w:t>
      </w:r>
      <w:r w:rsidR="001E3FCF" w:rsidRPr="001E3FCF">
        <w:rPr>
          <w:sz w:val="28"/>
          <w:szCs w:val="28"/>
        </w:rPr>
        <w:t>аровского ра</w:t>
      </w:r>
      <w:r w:rsidR="001E3FCF" w:rsidRPr="001E3FCF">
        <w:rPr>
          <w:sz w:val="28"/>
          <w:szCs w:val="28"/>
        </w:rPr>
        <w:t>й</w:t>
      </w:r>
      <w:r w:rsidR="001E3FCF" w:rsidRPr="001E3FCF">
        <w:rPr>
          <w:sz w:val="28"/>
          <w:szCs w:val="28"/>
        </w:rPr>
        <w:t>она</w:t>
      </w:r>
      <w:r w:rsidR="00EC586A">
        <w:rPr>
          <w:bCs/>
          <w:color w:val="000000"/>
          <w:sz w:val="28"/>
          <w:szCs w:val="28"/>
        </w:rPr>
        <w:t xml:space="preserve">», </w:t>
      </w:r>
      <w:r w:rsidRPr="00850208">
        <w:rPr>
          <w:sz w:val="28"/>
          <w:szCs w:val="28"/>
        </w:rPr>
        <w:t>на основании</w:t>
      </w:r>
      <w:r w:rsidR="003D518B">
        <w:rPr>
          <w:sz w:val="28"/>
          <w:szCs w:val="28"/>
        </w:rPr>
        <w:t xml:space="preserve"> распоряжения </w:t>
      </w:r>
      <w:r w:rsidR="00FF3928">
        <w:rPr>
          <w:sz w:val="28"/>
          <w:szCs w:val="28"/>
        </w:rPr>
        <w:t>Контрольно-счетной комиссии муниц</w:t>
      </w:r>
      <w:r w:rsidR="00FF3928">
        <w:rPr>
          <w:sz w:val="28"/>
          <w:szCs w:val="28"/>
        </w:rPr>
        <w:t>и</w:t>
      </w:r>
      <w:r w:rsidR="00FF3928">
        <w:rPr>
          <w:sz w:val="28"/>
          <w:szCs w:val="28"/>
        </w:rPr>
        <w:t>пального образования Даровской муниципальный</w:t>
      </w:r>
      <w:r w:rsidR="00963207">
        <w:rPr>
          <w:sz w:val="28"/>
          <w:szCs w:val="28"/>
        </w:rPr>
        <w:t xml:space="preserve"> район</w:t>
      </w:r>
      <w:r w:rsidR="00FF3928">
        <w:rPr>
          <w:sz w:val="28"/>
          <w:szCs w:val="28"/>
        </w:rPr>
        <w:t xml:space="preserve"> </w:t>
      </w:r>
      <w:r w:rsidR="003D518B">
        <w:rPr>
          <w:sz w:val="28"/>
          <w:szCs w:val="28"/>
        </w:rPr>
        <w:t>Кировской области</w:t>
      </w:r>
      <w:r w:rsidR="00FF3928">
        <w:rPr>
          <w:sz w:val="28"/>
          <w:szCs w:val="28"/>
        </w:rPr>
        <w:t xml:space="preserve"> </w:t>
      </w:r>
      <w:r w:rsidR="00C277E3">
        <w:rPr>
          <w:sz w:val="28"/>
          <w:szCs w:val="28"/>
        </w:rPr>
        <w:t xml:space="preserve">от </w:t>
      </w:r>
      <w:r w:rsidR="00D61D18" w:rsidRPr="00D70BE2">
        <w:rPr>
          <w:sz w:val="28"/>
          <w:szCs w:val="28"/>
        </w:rPr>
        <w:t>1</w:t>
      </w:r>
      <w:r w:rsidR="00057B68" w:rsidRPr="00D70BE2">
        <w:rPr>
          <w:sz w:val="28"/>
          <w:szCs w:val="28"/>
        </w:rPr>
        <w:t>5</w:t>
      </w:r>
      <w:r w:rsidR="001E1CBD" w:rsidRPr="00D70BE2">
        <w:rPr>
          <w:sz w:val="28"/>
          <w:szCs w:val="28"/>
        </w:rPr>
        <w:t>.</w:t>
      </w:r>
      <w:r w:rsidR="00D61D18" w:rsidRPr="00D70BE2">
        <w:rPr>
          <w:sz w:val="28"/>
          <w:szCs w:val="28"/>
        </w:rPr>
        <w:t>1</w:t>
      </w:r>
      <w:r w:rsidR="00057B68" w:rsidRPr="00D70BE2">
        <w:rPr>
          <w:sz w:val="28"/>
          <w:szCs w:val="28"/>
        </w:rPr>
        <w:t>2</w:t>
      </w:r>
      <w:r w:rsidR="001E1CBD" w:rsidRPr="00D70BE2">
        <w:rPr>
          <w:sz w:val="28"/>
          <w:szCs w:val="28"/>
        </w:rPr>
        <w:t>.202</w:t>
      </w:r>
      <w:r w:rsidR="00D70BE2" w:rsidRPr="00D70BE2">
        <w:rPr>
          <w:sz w:val="28"/>
          <w:szCs w:val="28"/>
        </w:rPr>
        <w:t>3</w:t>
      </w:r>
      <w:r w:rsidR="00C277E3" w:rsidRPr="00D70BE2">
        <w:rPr>
          <w:sz w:val="28"/>
          <w:szCs w:val="28"/>
        </w:rPr>
        <w:t xml:space="preserve"> № </w:t>
      </w:r>
      <w:r w:rsidR="00D70BE2">
        <w:rPr>
          <w:sz w:val="28"/>
          <w:szCs w:val="28"/>
        </w:rPr>
        <w:t>09</w:t>
      </w:r>
      <w:r w:rsidR="00C277E3">
        <w:rPr>
          <w:sz w:val="28"/>
          <w:szCs w:val="28"/>
        </w:rPr>
        <w:t xml:space="preserve"> </w:t>
      </w:r>
      <w:r w:rsidR="003D518B" w:rsidRPr="002B01CE">
        <w:rPr>
          <w:sz w:val="28"/>
          <w:szCs w:val="28"/>
        </w:rPr>
        <w:t>«О</w:t>
      </w:r>
      <w:r w:rsidR="00095E2C">
        <w:rPr>
          <w:sz w:val="28"/>
          <w:szCs w:val="28"/>
        </w:rPr>
        <w:t>б утверждении</w:t>
      </w:r>
      <w:proofErr w:type="gramEnd"/>
      <w:r w:rsidR="003D518B" w:rsidRPr="002B01CE">
        <w:rPr>
          <w:sz w:val="28"/>
          <w:szCs w:val="28"/>
        </w:rPr>
        <w:t xml:space="preserve"> график</w:t>
      </w:r>
      <w:r w:rsidR="00095E2C">
        <w:rPr>
          <w:sz w:val="28"/>
          <w:szCs w:val="28"/>
        </w:rPr>
        <w:t>а</w:t>
      </w:r>
      <w:r w:rsidR="003D518B" w:rsidRPr="002B01CE">
        <w:rPr>
          <w:sz w:val="28"/>
          <w:szCs w:val="28"/>
        </w:rPr>
        <w:t xml:space="preserve"> отпусков» и</w:t>
      </w:r>
      <w:r w:rsidRPr="002B01CE">
        <w:rPr>
          <w:sz w:val="28"/>
          <w:szCs w:val="28"/>
        </w:rPr>
        <w:t xml:space="preserve"> заявления</w:t>
      </w:r>
      <w:r w:rsidR="003D518B" w:rsidRPr="002B01CE">
        <w:rPr>
          <w:sz w:val="28"/>
          <w:szCs w:val="28"/>
        </w:rPr>
        <w:t xml:space="preserve"> </w:t>
      </w:r>
      <w:r w:rsidR="00095E2C">
        <w:rPr>
          <w:sz w:val="28"/>
          <w:szCs w:val="28"/>
        </w:rPr>
        <w:t xml:space="preserve">                     </w:t>
      </w:r>
      <w:proofErr w:type="gramStart"/>
      <w:r w:rsidR="00095E2C">
        <w:rPr>
          <w:sz w:val="28"/>
          <w:szCs w:val="28"/>
        </w:rPr>
        <w:t>Каниной</w:t>
      </w:r>
      <w:proofErr w:type="gramEnd"/>
      <w:r w:rsidR="00095E2C">
        <w:rPr>
          <w:sz w:val="28"/>
          <w:szCs w:val="28"/>
        </w:rPr>
        <w:t xml:space="preserve"> Л.С. </w:t>
      </w:r>
      <w:r w:rsidRPr="002B01CE">
        <w:rPr>
          <w:sz w:val="28"/>
          <w:szCs w:val="28"/>
        </w:rPr>
        <w:t>Даровская</w:t>
      </w:r>
      <w:r w:rsidRPr="00850208">
        <w:rPr>
          <w:sz w:val="28"/>
          <w:szCs w:val="28"/>
        </w:rPr>
        <w:t xml:space="preserve"> районная Дума РЕШИЛА:</w:t>
      </w:r>
    </w:p>
    <w:p w:rsidR="00850208" w:rsidRPr="00EE43AC" w:rsidRDefault="00850208" w:rsidP="0016723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50208">
        <w:rPr>
          <w:sz w:val="28"/>
          <w:szCs w:val="28"/>
        </w:rPr>
        <w:t xml:space="preserve">1. </w:t>
      </w:r>
      <w:proofErr w:type="gramStart"/>
      <w:r w:rsidRPr="00850208">
        <w:rPr>
          <w:sz w:val="28"/>
          <w:szCs w:val="28"/>
        </w:rPr>
        <w:t xml:space="preserve">Предоставить </w:t>
      </w:r>
      <w:r w:rsidR="00095E2C">
        <w:rPr>
          <w:sz w:val="28"/>
          <w:szCs w:val="28"/>
        </w:rPr>
        <w:t>Каниной Любови Сергеевне</w:t>
      </w:r>
      <w:r w:rsidRPr="00850208">
        <w:rPr>
          <w:sz w:val="28"/>
          <w:szCs w:val="28"/>
        </w:rPr>
        <w:t xml:space="preserve">, </w:t>
      </w:r>
      <w:r w:rsidR="00095E2C">
        <w:rPr>
          <w:sz w:val="28"/>
          <w:szCs w:val="28"/>
        </w:rPr>
        <w:t>председателю Контрол</w:t>
      </w:r>
      <w:r w:rsidR="00095E2C">
        <w:rPr>
          <w:sz w:val="28"/>
          <w:szCs w:val="28"/>
        </w:rPr>
        <w:t>ь</w:t>
      </w:r>
      <w:r w:rsidR="00095E2C">
        <w:rPr>
          <w:sz w:val="28"/>
          <w:szCs w:val="28"/>
        </w:rPr>
        <w:t xml:space="preserve">но-счетной комиссии муниципального образования </w:t>
      </w:r>
      <w:r w:rsidRPr="00850208">
        <w:rPr>
          <w:sz w:val="28"/>
          <w:szCs w:val="28"/>
        </w:rPr>
        <w:t>Даровско</w:t>
      </w:r>
      <w:r w:rsidR="00095E2C">
        <w:rPr>
          <w:sz w:val="28"/>
          <w:szCs w:val="28"/>
        </w:rPr>
        <w:t xml:space="preserve">й </w:t>
      </w:r>
      <w:r w:rsidRPr="00EE43AC">
        <w:rPr>
          <w:sz w:val="28"/>
          <w:szCs w:val="28"/>
        </w:rPr>
        <w:t>муниципал</w:t>
      </w:r>
      <w:r w:rsidRPr="00EE43AC">
        <w:rPr>
          <w:sz w:val="28"/>
          <w:szCs w:val="28"/>
        </w:rPr>
        <w:t>ь</w:t>
      </w:r>
      <w:r w:rsidRPr="00EE43AC">
        <w:rPr>
          <w:sz w:val="28"/>
          <w:szCs w:val="28"/>
        </w:rPr>
        <w:t>н</w:t>
      </w:r>
      <w:r w:rsidR="00F31A61">
        <w:rPr>
          <w:sz w:val="28"/>
          <w:szCs w:val="28"/>
        </w:rPr>
        <w:t>ый</w:t>
      </w:r>
      <w:r w:rsidRPr="00EE43AC">
        <w:rPr>
          <w:sz w:val="28"/>
          <w:szCs w:val="28"/>
        </w:rPr>
        <w:t xml:space="preserve"> район Кировской области, </w:t>
      </w:r>
      <w:r w:rsidR="0023611D">
        <w:rPr>
          <w:sz w:val="28"/>
          <w:szCs w:val="28"/>
        </w:rPr>
        <w:t>за период работы с 01</w:t>
      </w:r>
      <w:r w:rsidR="0023611D" w:rsidRPr="0007469A">
        <w:rPr>
          <w:sz w:val="28"/>
          <w:szCs w:val="28"/>
        </w:rPr>
        <w:t>.</w:t>
      </w:r>
      <w:r w:rsidR="0023611D">
        <w:rPr>
          <w:sz w:val="28"/>
          <w:szCs w:val="28"/>
        </w:rPr>
        <w:t>01</w:t>
      </w:r>
      <w:r w:rsidR="0023611D" w:rsidRPr="0007469A">
        <w:rPr>
          <w:sz w:val="28"/>
          <w:szCs w:val="28"/>
        </w:rPr>
        <w:t>.20</w:t>
      </w:r>
      <w:r w:rsidR="0023611D">
        <w:rPr>
          <w:sz w:val="28"/>
          <w:szCs w:val="28"/>
        </w:rPr>
        <w:t xml:space="preserve">24 по 31.12.2024 </w:t>
      </w:r>
      <w:r w:rsidR="00D70BE2">
        <w:rPr>
          <w:sz w:val="28"/>
          <w:szCs w:val="28"/>
        </w:rPr>
        <w:t xml:space="preserve">часть </w:t>
      </w:r>
      <w:r w:rsidR="00C10BDE">
        <w:rPr>
          <w:sz w:val="28"/>
          <w:szCs w:val="28"/>
        </w:rPr>
        <w:t>ежегодн</w:t>
      </w:r>
      <w:r w:rsidR="00D70BE2">
        <w:rPr>
          <w:sz w:val="28"/>
          <w:szCs w:val="28"/>
        </w:rPr>
        <w:t>ого</w:t>
      </w:r>
      <w:r w:rsidR="00C10BDE">
        <w:rPr>
          <w:sz w:val="28"/>
          <w:szCs w:val="28"/>
        </w:rPr>
        <w:t xml:space="preserve"> основно</w:t>
      </w:r>
      <w:r w:rsidR="00D70BE2">
        <w:rPr>
          <w:sz w:val="28"/>
          <w:szCs w:val="28"/>
        </w:rPr>
        <w:t>го</w:t>
      </w:r>
      <w:r w:rsidR="00C10BDE">
        <w:rPr>
          <w:sz w:val="28"/>
          <w:szCs w:val="28"/>
        </w:rPr>
        <w:t xml:space="preserve"> оплачиваем</w:t>
      </w:r>
      <w:r w:rsidR="00D70BE2">
        <w:rPr>
          <w:sz w:val="28"/>
          <w:szCs w:val="28"/>
        </w:rPr>
        <w:t>ого</w:t>
      </w:r>
      <w:r w:rsidR="00C10BDE">
        <w:rPr>
          <w:sz w:val="28"/>
          <w:szCs w:val="28"/>
        </w:rPr>
        <w:t xml:space="preserve"> отпуск</w:t>
      </w:r>
      <w:r w:rsidR="00D70BE2">
        <w:rPr>
          <w:sz w:val="28"/>
          <w:szCs w:val="28"/>
        </w:rPr>
        <w:t>а</w:t>
      </w:r>
      <w:r w:rsidR="0023611D">
        <w:rPr>
          <w:sz w:val="28"/>
          <w:szCs w:val="28"/>
        </w:rPr>
        <w:t xml:space="preserve"> продолжительностью </w:t>
      </w:r>
      <w:r w:rsidR="001A4799">
        <w:rPr>
          <w:sz w:val="28"/>
          <w:szCs w:val="28"/>
        </w:rPr>
        <w:t xml:space="preserve">               </w:t>
      </w:r>
      <w:r w:rsidR="0023611D">
        <w:rPr>
          <w:sz w:val="28"/>
          <w:szCs w:val="28"/>
        </w:rPr>
        <w:lastRenderedPageBreak/>
        <w:t>7</w:t>
      </w:r>
      <w:r w:rsidR="00C10BDE">
        <w:rPr>
          <w:sz w:val="28"/>
          <w:szCs w:val="28"/>
        </w:rPr>
        <w:t xml:space="preserve"> календарны</w:t>
      </w:r>
      <w:r w:rsidR="0023611D">
        <w:rPr>
          <w:sz w:val="28"/>
          <w:szCs w:val="28"/>
        </w:rPr>
        <w:t>х дней</w:t>
      </w:r>
      <w:r w:rsidR="00C10BDE">
        <w:rPr>
          <w:sz w:val="28"/>
          <w:szCs w:val="28"/>
        </w:rPr>
        <w:t xml:space="preserve"> </w:t>
      </w:r>
      <w:r w:rsidR="0023611D">
        <w:rPr>
          <w:sz w:val="28"/>
          <w:szCs w:val="28"/>
        </w:rPr>
        <w:t xml:space="preserve">и часть </w:t>
      </w:r>
      <w:r w:rsidR="0023611D" w:rsidRPr="0023611D">
        <w:rPr>
          <w:sz w:val="28"/>
          <w:szCs w:val="28"/>
        </w:rPr>
        <w:t>ежегодн</w:t>
      </w:r>
      <w:r w:rsidR="0023611D">
        <w:rPr>
          <w:sz w:val="28"/>
          <w:szCs w:val="28"/>
        </w:rPr>
        <w:t>ого</w:t>
      </w:r>
      <w:r w:rsidR="0023611D" w:rsidRPr="0023611D">
        <w:rPr>
          <w:sz w:val="28"/>
          <w:szCs w:val="28"/>
        </w:rPr>
        <w:t xml:space="preserve"> дополнительн</w:t>
      </w:r>
      <w:r w:rsidR="0023611D">
        <w:rPr>
          <w:sz w:val="28"/>
          <w:szCs w:val="28"/>
        </w:rPr>
        <w:t>ого</w:t>
      </w:r>
      <w:r w:rsidR="0023611D" w:rsidRPr="0023611D">
        <w:rPr>
          <w:sz w:val="28"/>
          <w:szCs w:val="28"/>
        </w:rPr>
        <w:t xml:space="preserve"> оплачиваем</w:t>
      </w:r>
      <w:r w:rsidR="0023611D">
        <w:rPr>
          <w:sz w:val="28"/>
          <w:szCs w:val="28"/>
        </w:rPr>
        <w:t>ого</w:t>
      </w:r>
      <w:r w:rsidR="0023611D" w:rsidRPr="0023611D">
        <w:rPr>
          <w:sz w:val="28"/>
          <w:szCs w:val="28"/>
        </w:rPr>
        <w:t xml:space="preserve"> о</w:t>
      </w:r>
      <w:r w:rsidR="0023611D" w:rsidRPr="0023611D">
        <w:rPr>
          <w:sz w:val="28"/>
          <w:szCs w:val="28"/>
        </w:rPr>
        <w:t>т</w:t>
      </w:r>
      <w:r w:rsidR="0023611D" w:rsidRPr="0023611D">
        <w:rPr>
          <w:sz w:val="28"/>
          <w:szCs w:val="28"/>
        </w:rPr>
        <w:t>пуск</w:t>
      </w:r>
      <w:r w:rsidR="0023611D">
        <w:rPr>
          <w:sz w:val="28"/>
          <w:szCs w:val="28"/>
        </w:rPr>
        <w:t>а</w:t>
      </w:r>
      <w:r w:rsidR="0023611D" w:rsidRPr="0023611D">
        <w:rPr>
          <w:sz w:val="28"/>
          <w:szCs w:val="28"/>
        </w:rPr>
        <w:t xml:space="preserve"> за ненормированный служебный день</w:t>
      </w:r>
      <w:r w:rsidR="0023611D">
        <w:rPr>
          <w:sz w:val="28"/>
          <w:szCs w:val="28"/>
        </w:rPr>
        <w:t xml:space="preserve"> продолжительностью 3 кале</w:t>
      </w:r>
      <w:r w:rsidR="0023611D">
        <w:rPr>
          <w:sz w:val="28"/>
          <w:szCs w:val="28"/>
        </w:rPr>
        <w:t>н</w:t>
      </w:r>
      <w:r w:rsidR="0023611D">
        <w:rPr>
          <w:sz w:val="28"/>
          <w:szCs w:val="28"/>
        </w:rPr>
        <w:t>дарных дня</w:t>
      </w:r>
      <w:r w:rsidR="0023611D" w:rsidRPr="007A5A39">
        <w:rPr>
          <w:sz w:val="28"/>
          <w:szCs w:val="28"/>
        </w:rPr>
        <w:t xml:space="preserve"> </w:t>
      </w:r>
      <w:r w:rsidR="005340E9" w:rsidRPr="007A5A39">
        <w:rPr>
          <w:sz w:val="28"/>
          <w:szCs w:val="28"/>
        </w:rPr>
        <w:t xml:space="preserve">с </w:t>
      </w:r>
      <w:r w:rsidR="00D70BE2">
        <w:rPr>
          <w:sz w:val="28"/>
          <w:szCs w:val="28"/>
        </w:rPr>
        <w:t>20</w:t>
      </w:r>
      <w:r w:rsidR="005340E9" w:rsidRPr="007A5A39">
        <w:rPr>
          <w:sz w:val="28"/>
          <w:szCs w:val="28"/>
        </w:rPr>
        <w:t xml:space="preserve"> по</w:t>
      </w:r>
      <w:r w:rsidR="00C20B42" w:rsidRPr="007A5A39">
        <w:rPr>
          <w:sz w:val="28"/>
          <w:szCs w:val="28"/>
        </w:rPr>
        <w:t xml:space="preserve"> </w:t>
      </w:r>
      <w:r w:rsidR="00E0473E" w:rsidRPr="007A5A39">
        <w:rPr>
          <w:sz w:val="28"/>
          <w:szCs w:val="28"/>
        </w:rPr>
        <w:t>2</w:t>
      </w:r>
      <w:r w:rsidR="00D70BE2">
        <w:rPr>
          <w:sz w:val="28"/>
          <w:szCs w:val="28"/>
        </w:rPr>
        <w:t>9</w:t>
      </w:r>
      <w:r w:rsidR="005340E9" w:rsidRPr="007A5A39">
        <w:rPr>
          <w:sz w:val="28"/>
          <w:szCs w:val="28"/>
        </w:rPr>
        <w:t xml:space="preserve"> </w:t>
      </w:r>
      <w:r w:rsidR="00D70BE2">
        <w:rPr>
          <w:sz w:val="28"/>
          <w:szCs w:val="28"/>
        </w:rPr>
        <w:t xml:space="preserve">марта </w:t>
      </w:r>
      <w:r w:rsidR="005340E9" w:rsidRPr="007A5A39">
        <w:rPr>
          <w:sz w:val="28"/>
          <w:szCs w:val="28"/>
        </w:rPr>
        <w:t>20</w:t>
      </w:r>
      <w:r w:rsidR="006F5CAE" w:rsidRPr="007A5A39">
        <w:rPr>
          <w:sz w:val="28"/>
          <w:szCs w:val="28"/>
        </w:rPr>
        <w:t>2</w:t>
      </w:r>
      <w:r w:rsidR="00D70BE2">
        <w:rPr>
          <w:sz w:val="28"/>
          <w:szCs w:val="28"/>
        </w:rPr>
        <w:t>4</w:t>
      </w:r>
      <w:r w:rsidR="005340E9" w:rsidRPr="007A5A39">
        <w:rPr>
          <w:sz w:val="28"/>
          <w:szCs w:val="28"/>
        </w:rPr>
        <w:t xml:space="preserve"> года</w:t>
      </w:r>
      <w:r w:rsidRPr="007A5A39">
        <w:rPr>
          <w:sz w:val="28"/>
          <w:szCs w:val="28"/>
        </w:rPr>
        <w:t>.</w:t>
      </w:r>
      <w:proofErr w:type="gramEnd"/>
    </w:p>
    <w:p w:rsidR="00541CAF" w:rsidRPr="0073292A" w:rsidRDefault="00EC586A" w:rsidP="00541C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292A">
        <w:rPr>
          <w:sz w:val="28"/>
          <w:szCs w:val="28"/>
        </w:rPr>
        <w:t>2.</w:t>
      </w:r>
      <w:r w:rsidR="00541CAF" w:rsidRPr="0073292A">
        <w:rPr>
          <w:sz w:val="28"/>
          <w:szCs w:val="28"/>
        </w:rPr>
        <w:t xml:space="preserve"> Произвести </w:t>
      </w:r>
      <w:r w:rsidR="00167230">
        <w:rPr>
          <w:sz w:val="28"/>
          <w:szCs w:val="28"/>
        </w:rPr>
        <w:t>Каниной Л.С.</w:t>
      </w:r>
      <w:r w:rsidR="00541CAF" w:rsidRPr="0073292A">
        <w:rPr>
          <w:sz w:val="28"/>
          <w:szCs w:val="28"/>
        </w:rPr>
        <w:t xml:space="preserve"> единовременную выплату при предоста</w:t>
      </w:r>
      <w:r w:rsidR="00541CAF" w:rsidRPr="0073292A">
        <w:rPr>
          <w:sz w:val="28"/>
          <w:szCs w:val="28"/>
        </w:rPr>
        <w:t>в</w:t>
      </w:r>
      <w:r w:rsidR="00541CAF" w:rsidRPr="0073292A">
        <w:rPr>
          <w:sz w:val="28"/>
          <w:szCs w:val="28"/>
        </w:rPr>
        <w:t>лении ежегодного оплачиваемого отпуска в размере двух должностных окл</w:t>
      </w:r>
      <w:r w:rsidR="00541CAF" w:rsidRPr="0073292A">
        <w:rPr>
          <w:sz w:val="28"/>
          <w:szCs w:val="28"/>
        </w:rPr>
        <w:t>а</w:t>
      </w:r>
      <w:r w:rsidR="00541CAF" w:rsidRPr="0073292A">
        <w:rPr>
          <w:sz w:val="28"/>
          <w:szCs w:val="28"/>
        </w:rPr>
        <w:t>дов.</w:t>
      </w:r>
    </w:p>
    <w:p w:rsidR="00EC586A" w:rsidRDefault="00541CAF" w:rsidP="00EC58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292A">
        <w:rPr>
          <w:sz w:val="28"/>
          <w:szCs w:val="28"/>
        </w:rPr>
        <w:t xml:space="preserve">3. </w:t>
      </w:r>
      <w:r w:rsidR="00EC586A" w:rsidRPr="0073292A">
        <w:rPr>
          <w:sz w:val="28"/>
          <w:szCs w:val="28"/>
        </w:rPr>
        <w:t xml:space="preserve">Оказать </w:t>
      </w:r>
      <w:r w:rsidR="0026008A">
        <w:rPr>
          <w:sz w:val="28"/>
          <w:szCs w:val="28"/>
        </w:rPr>
        <w:t>Каниной Л.С.</w:t>
      </w:r>
      <w:r w:rsidR="00EC586A" w:rsidRPr="0073292A">
        <w:rPr>
          <w:sz w:val="28"/>
          <w:szCs w:val="28"/>
        </w:rPr>
        <w:t xml:space="preserve"> материальную помощь в размере двух дол</w:t>
      </w:r>
      <w:r w:rsidR="00EC586A" w:rsidRPr="0073292A">
        <w:rPr>
          <w:sz w:val="28"/>
          <w:szCs w:val="28"/>
        </w:rPr>
        <w:t>ж</w:t>
      </w:r>
      <w:r w:rsidR="00EC586A" w:rsidRPr="0073292A">
        <w:rPr>
          <w:sz w:val="28"/>
          <w:szCs w:val="28"/>
        </w:rPr>
        <w:t>ностных окладов.</w:t>
      </w:r>
    </w:p>
    <w:p w:rsidR="00850208" w:rsidRDefault="00541CAF" w:rsidP="00BA22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513C">
        <w:rPr>
          <w:sz w:val="28"/>
          <w:szCs w:val="28"/>
        </w:rPr>
        <w:t xml:space="preserve">. </w:t>
      </w:r>
      <w:r w:rsidR="00850208">
        <w:rPr>
          <w:sz w:val="28"/>
          <w:szCs w:val="28"/>
        </w:rPr>
        <w:t>Контроль за выполнением решения оставляю за собой.</w:t>
      </w:r>
    </w:p>
    <w:p w:rsidR="00850208" w:rsidRPr="00850208" w:rsidRDefault="00541CAF" w:rsidP="0085020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0208">
        <w:rPr>
          <w:rFonts w:ascii="Times New Roman" w:hAnsi="Times New Roman" w:cs="Times New Roman"/>
          <w:sz w:val="28"/>
          <w:szCs w:val="28"/>
        </w:rPr>
        <w:t xml:space="preserve">. </w:t>
      </w:r>
      <w:r w:rsidR="00850208" w:rsidRPr="00850208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со дня его </w:t>
      </w:r>
      <w:r w:rsidR="00990B90">
        <w:rPr>
          <w:rFonts w:ascii="Times New Roman" w:hAnsi="Times New Roman" w:cs="Times New Roman"/>
          <w:color w:val="000000"/>
          <w:sz w:val="28"/>
          <w:szCs w:val="28"/>
        </w:rPr>
        <w:t>принятия</w:t>
      </w:r>
      <w:r w:rsidR="00850208" w:rsidRPr="008502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5A58" w:rsidRDefault="00D005DA" w:rsidP="00D005DA">
      <w:pPr>
        <w:widowControl w:val="0"/>
        <w:tabs>
          <w:tab w:val="left" w:pos="4536"/>
        </w:tabs>
        <w:spacing w:before="360" w:after="360"/>
        <w:rPr>
          <w:sz w:val="28"/>
          <w:szCs w:val="28"/>
        </w:rPr>
      </w:pPr>
      <w:r>
        <w:rPr>
          <w:sz w:val="28"/>
          <w:szCs w:val="28"/>
        </w:rPr>
        <w:t>П</w:t>
      </w:r>
      <w:r w:rsidR="00990B90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DA2530">
        <w:rPr>
          <w:sz w:val="28"/>
          <w:szCs w:val="28"/>
        </w:rPr>
        <w:t>Д</w:t>
      </w:r>
      <w:r w:rsidR="0015338D">
        <w:rPr>
          <w:sz w:val="28"/>
          <w:szCs w:val="28"/>
        </w:rPr>
        <w:t>аровской</w:t>
      </w:r>
      <w:r w:rsidR="00147DC9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990B90">
        <w:rPr>
          <w:sz w:val="28"/>
          <w:szCs w:val="28"/>
        </w:rPr>
        <w:t>районной Думы</w:t>
      </w:r>
      <w:r w:rsidR="00AC5A58">
        <w:rPr>
          <w:sz w:val="28"/>
          <w:szCs w:val="28"/>
        </w:rPr>
        <w:t xml:space="preserve">   </w:t>
      </w:r>
      <w:r w:rsidR="00FC768C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</w:t>
      </w:r>
      <w:r w:rsidR="00147DC9">
        <w:rPr>
          <w:sz w:val="28"/>
          <w:szCs w:val="28"/>
        </w:rPr>
        <w:t xml:space="preserve">  </w:t>
      </w:r>
      <w:r w:rsidR="00AC5A58">
        <w:rPr>
          <w:sz w:val="28"/>
          <w:szCs w:val="28"/>
        </w:rPr>
        <w:t xml:space="preserve"> </w:t>
      </w:r>
      <w:r>
        <w:rPr>
          <w:sz w:val="28"/>
          <w:szCs w:val="28"/>
        </w:rPr>
        <w:t>В.В. Пупова</w:t>
      </w:r>
    </w:p>
    <w:tbl>
      <w:tblPr>
        <w:tblW w:w="949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2977"/>
        <w:gridCol w:w="1984"/>
      </w:tblGrid>
      <w:tr w:rsidR="004D7E29" w:rsidRPr="00756231" w:rsidTr="004D7E29">
        <w:trPr>
          <w:trHeight w:val="851"/>
        </w:trPr>
        <w:tc>
          <w:tcPr>
            <w:tcW w:w="7513" w:type="dxa"/>
            <w:gridSpan w:val="2"/>
            <w:tcBorders>
              <w:top w:val="single" w:sz="4" w:space="0" w:color="auto"/>
            </w:tcBorders>
          </w:tcPr>
          <w:p w:rsidR="004D7E29" w:rsidRPr="00756231" w:rsidRDefault="004D7E29" w:rsidP="004D7E29">
            <w:pPr>
              <w:widowControl w:val="0"/>
              <w:spacing w:before="480" w:after="360" w:line="360" w:lineRule="auto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D7E29" w:rsidRPr="00756231" w:rsidRDefault="004D7E29" w:rsidP="009F2A0A">
            <w:pPr>
              <w:widowControl w:val="0"/>
              <w:spacing w:line="360" w:lineRule="auto"/>
              <w:ind w:left="-108" w:right="-30" w:firstLine="720"/>
              <w:rPr>
                <w:sz w:val="28"/>
                <w:szCs w:val="28"/>
              </w:rPr>
            </w:pPr>
          </w:p>
        </w:tc>
      </w:tr>
      <w:tr w:rsidR="004D7E29" w:rsidRPr="00756231" w:rsidTr="0041513C">
        <w:trPr>
          <w:trHeight w:val="625"/>
        </w:trPr>
        <w:tc>
          <w:tcPr>
            <w:tcW w:w="4536" w:type="dxa"/>
          </w:tcPr>
          <w:p w:rsidR="00D005DA" w:rsidRDefault="00D005DA" w:rsidP="00D005DA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47DC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 xml:space="preserve">ь </w:t>
            </w:r>
            <w:r w:rsidR="00147DC9">
              <w:rPr>
                <w:sz w:val="28"/>
                <w:szCs w:val="28"/>
              </w:rPr>
              <w:t xml:space="preserve">Даровской </w:t>
            </w:r>
          </w:p>
          <w:p w:rsidR="004D7E29" w:rsidRPr="00756231" w:rsidRDefault="00147DC9" w:rsidP="00D005DA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районной Думы</w:t>
            </w:r>
          </w:p>
        </w:tc>
        <w:tc>
          <w:tcPr>
            <w:tcW w:w="2977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756231" w:rsidRDefault="00D005DA" w:rsidP="00D005D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Пупова</w:t>
            </w:r>
          </w:p>
        </w:tc>
      </w:tr>
      <w:tr w:rsidR="004D7E29" w:rsidRPr="00756231" w:rsidTr="009F2A0A">
        <w:tc>
          <w:tcPr>
            <w:tcW w:w="7513" w:type="dxa"/>
            <w:gridSpan w:val="2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 w:val="28"/>
                <w:szCs w:val="28"/>
              </w:rPr>
            </w:pPr>
          </w:p>
        </w:tc>
      </w:tr>
      <w:tr w:rsidR="004D7E29" w:rsidRPr="00D22EFD" w:rsidTr="009F2A0A">
        <w:tc>
          <w:tcPr>
            <w:tcW w:w="4536" w:type="dxa"/>
          </w:tcPr>
          <w:p w:rsidR="004D7E29" w:rsidRPr="00D22EFD" w:rsidRDefault="006F5CAE" w:rsidP="006F5CAE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делами, заведующая сектором по кадровой работе и муниципальной службе </w:t>
            </w:r>
            <w:r w:rsidR="004D7E29" w:rsidRPr="00D22EFD">
              <w:rPr>
                <w:sz w:val="28"/>
                <w:szCs w:val="28"/>
              </w:rPr>
              <w:t xml:space="preserve">администрации </w:t>
            </w:r>
            <w:r w:rsidR="00990B90">
              <w:rPr>
                <w:sz w:val="28"/>
                <w:szCs w:val="28"/>
              </w:rPr>
              <w:t>Даровско</w:t>
            </w:r>
            <w:r w:rsidR="0041513C">
              <w:rPr>
                <w:sz w:val="28"/>
                <w:szCs w:val="28"/>
              </w:rPr>
              <w:t>го</w:t>
            </w:r>
            <w:r w:rsidR="00990B90">
              <w:rPr>
                <w:sz w:val="28"/>
                <w:szCs w:val="28"/>
              </w:rPr>
              <w:t xml:space="preserve">                    </w:t>
            </w:r>
            <w:r w:rsidR="0041513C"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2977" w:type="dxa"/>
          </w:tcPr>
          <w:p w:rsidR="004D7E29" w:rsidRPr="00D22EFD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E29" w:rsidRPr="00D22EFD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D22EFD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6F5CAE" w:rsidRDefault="006F5CAE" w:rsidP="0041513C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6F5CAE" w:rsidRDefault="006F5CAE" w:rsidP="0041513C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D22EFD" w:rsidRDefault="0041513C" w:rsidP="0041513C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340E9">
              <w:rPr>
                <w:sz w:val="28"/>
                <w:szCs w:val="28"/>
              </w:rPr>
              <w:t xml:space="preserve">.А. </w:t>
            </w:r>
            <w:r>
              <w:rPr>
                <w:sz w:val="28"/>
                <w:szCs w:val="28"/>
              </w:rPr>
              <w:t>Созинова</w:t>
            </w:r>
          </w:p>
        </w:tc>
      </w:tr>
      <w:tr w:rsidR="004D7E29" w:rsidRPr="00756231" w:rsidTr="009F2A0A">
        <w:tc>
          <w:tcPr>
            <w:tcW w:w="4536" w:type="dxa"/>
          </w:tcPr>
          <w:p w:rsidR="00BA22B6" w:rsidRPr="00756231" w:rsidRDefault="006F5CAE" w:rsidP="006F5CAE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                               по организационной работе</w:t>
            </w:r>
            <w:r w:rsidR="004D7E29" w:rsidRPr="00756231">
              <w:rPr>
                <w:sz w:val="28"/>
                <w:szCs w:val="28"/>
              </w:rPr>
              <w:t>, юрисконсульт</w:t>
            </w:r>
            <w:r>
              <w:rPr>
                <w:sz w:val="28"/>
                <w:szCs w:val="28"/>
              </w:rPr>
              <w:t xml:space="preserve"> управления делами </w:t>
            </w:r>
            <w:r w:rsidR="0041513C">
              <w:rPr>
                <w:sz w:val="28"/>
                <w:szCs w:val="28"/>
              </w:rPr>
              <w:t>администрации Даровского района</w:t>
            </w:r>
          </w:p>
        </w:tc>
        <w:tc>
          <w:tcPr>
            <w:tcW w:w="2977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6F5CAE" w:rsidRDefault="006F5CAE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Н.С. Карманова</w:t>
            </w:r>
          </w:p>
        </w:tc>
      </w:tr>
      <w:tr w:rsidR="004D7E29" w:rsidRPr="00756231" w:rsidTr="009F2A0A">
        <w:tc>
          <w:tcPr>
            <w:tcW w:w="9497" w:type="dxa"/>
            <w:gridSpan w:val="3"/>
          </w:tcPr>
          <w:p w:rsidR="00EC586A" w:rsidRPr="0026008A" w:rsidRDefault="00EC586A" w:rsidP="00EC586A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0"/>
                <w:szCs w:val="28"/>
              </w:rPr>
            </w:pPr>
          </w:p>
          <w:p w:rsidR="0026008A" w:rsidRPr="0026008A" w:rsidRDefault="0026008A" w:rsidP="00EC586A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8"/>
                <w:szCs w:val="28"/>
              </w:rPr>
            </w:pPr>
          </w:p>
          <w:p w:rsidR="004D7E29" w:rsidRPr="00756231" w:rsidRDefault="004D7E29" w:rsidP="00EC586A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 xml:space="preserve">Разослать: прокуратура, </w:t>
            </w:r>
            <w:r>
              <w:rPr>
                <w:sz w:val="28"/>
                <w:szCs w:val="28"/>
              </w:rPr>
              <w:t>бухгалтерия администрации Даровского района, се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тор по кадровой работе и муниципальной службе администрации Даровского района</w:t>
            </w:r>
            <w:r w:rsidRPr="007C4ED8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2B01CE" w:rsidRDefault="002B01CE" w:rsidP="001A63E3">
      <w:pPr>
        <w:widowControl w:val="0"/>
      </w:pPr>
    </w:p>
    <w:sectPr w:rsidR="002B01CE" w:rsidSect="0041513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5E2" w:rsidRDefault="007845E2">
      <w:r>
        <w:separator/>
      </w:r>
    </w:p>
  </w:endnote>
  <w:endnote w:type="continuationSeparator" w:id="0">
    <w:p w:rsidR="007845E2" w:rsidRDefault="0078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Pr="0026008A" w:rsidRDefault="00D70BE2" w:rsidP="0026008A">
    <w:pPr>
      <w:pStyle w:val="a4"/>
      <w:rPr>
        <w:sz w:val="16"/>
        <w:szCs w:val="16"/>
      </w:rPr>
    </w:pPr>
    <w:r>
      <w:rPr>
        <w:sz w:val="16"/>
        <w:szCs w:val="16"/>
      </w:rPr>
      <w:t>20</w:t>
    </w:r>
    <w:r w:rsidR="0026008A" w:rsidRPr="0026008A">
      <w:rPr>
        <w:sz w:val="16"/>
        <w:szCs w:val="16"/>
      </w:rPr>
      <w:t>.0</w:t>
    </w:r>
    <w:r>
      <w:rPr>
        <w:sz w:val="16"/>
        <w:szCs w:val="16"/>
      </w:rPr>
      <w:t>2</w:t>
    </w:r>
    <w:r w:rsidR="0026008A" w:rsidRPr="0026008A">
      <w:rPr>
        <w:sz w:val="16"/>
        <w:szCs w:val="16"/>
      </w:rPr>
      <w:t>.202</w:t>
    </w:r>
    <w:r>
      <w:rPr>
        <w:sz w:val="16"/>
        <w:szCs w:val="16"/>
      </w:rPr>
      <w:t>4</w:t>
    </w:r>
    <w:r w:rsidR="0026008A" w:rsidRPr="0026008A">
      <w:rPr>
        <w:sz w:val="16"/>
        <w:szCs w:val="16"/>
      </w:rPr>
      <w:t xml:space="preserve"> </w:t>
    </w:r>
    <w:r w:rsidR="0026008A" w:rsidRPr="0026008A">
      <w:rPr>
        <w:sz w:val="16"/>
        <w:szCs w:val="16"/>
      </w:rPr>
      <w:fldChar w:fldCharType="begin"/>
    </w:r>
    <w:r w:rsidR="0026008A" w:rsidRPr="0026008A">
      <w:rPr>
        <w:sz w:val="16"/>
        <w:szCs w:val="16"/>
      </w:rPr>
      <w:instrText xml:space="preserve"> TIME \@ "HH:mm:ss" </w:instrText>
    </w:r>
    <w:r w:rsidR="0026008A" w:rsidRPr="0026008A">
      <w:rPr>
        <w:sz w:val="16"/>
        <w:szCs w:val="16"/>
      </w:rPr>
      <w:fldChar w:fldCharType="separate"/>
    </w:r>
    <w:r w:rsidR="0037160F">
      <w:rPr>
        <w:noProof/>
        <w:sz w:val="16"/>
        <w:szCs w:val="16"/>
      </w:rPr>
      <w:t>08:39:50</w:t>
    </w:r>
    <w:r w:rsidR="0026008A" w:rsidRPr="0026008A">
      <w:rPr>
        <w:sz w:val="16"/>
        <w:szCs w:val="16"/>
      </w:rPr>
      <w:fldChar w:fldCharType="end"/>
    </w:r>
    <w:r w:rsidR="0026008A" w:rsidRPr="0026008A"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1A4799">
      <w:rPr>
        <w:noProof/>
        <w:sz w:val="16"/>
        <w:szCs w:val="16"/>
      </w:rPr>
      <w:t>D:\ДУМА\2024 год\02.2024\Redum2024-1.docx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Pr="00EF7FAE" w:rsidRDefault="0026008A">
    <w:pPr>
      <w:pStyle w:val="a4"/>
      <w:rPr>
        <w:sz w:val="16"/>
        <w:szCs w:val="16"/>
        <w:lang w:val="en-US"/>
      </w:rPr>
    </w:pPr>
    <w:r>
      <w:rPr>
        <w:sz w:val="16"/>
        <w:szCs w:val="16"/>
      </w:rPr>
      <w:t xml:space="preserve">18.05.2022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"HH:mm:ss" </w:instrText>
    </w:r>
    <w:r>
      <w:rPr>
        <w:sz w:val="16"/>
        <w:szCs w:val="16"/>
      </w:rPr>
      <w:fldChar w:fldCharType="separate"/>
    </w:r>
    <w:r w:rsidR="0037160F">
      <w:rPr>
        <w:noProof/>
        <w:sz w:val="16"/>
        <w:szCs w:val="16"/>
      </w:rPr>
      <w:t>08:39:50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1A4799">
      <w:rPr>
        <w:noProof/>
        <w:sz w:val="16"/>
        <w:szCs w:val="16"/>
      </w:rPr>
      <w:t>D:\ДУМА\2024 год\02.2024\Redum2024-1.docx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5E2" w:rsidRDefault="007845E2">
      <w:r>
        <w:separator/>
      </w:r>
    </w:p>
  </w:footnote>
  <w:footnote w:type="continuationSeparator" w:id="0">
    <w:p w:rsidR="007845E2" w:rsidRDefault="00784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Default="00153318" w:rsidP="001C446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68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6842" w:rsidRDefault="00DF68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Pr="001C4462" w:rsidRDefault="00153318" w:rsidP="00481C2D">
    <w:pPr>
      <w:pStyle w:val="a3"/>
      <w:framePr w:wrap="around" w:vAnchor="text" w:hAnchor="margin" w:xAlign="center" w:y="1"/>
      <w:rPr>
        <w:rStyle w:val="a6"/>
        <w:sz w:val="28"/>
        <w:szCs w:val="28"/>
      </w:rPr>
    </w:pPr>
    <w:r w:rsidRPr="001C4462">
      <w:rPr>
        <w:rStyle w:val="a6"/>
        <w:sz w:val="28"/>
        <w:szCs w:val="28"/>
      </w:rPr>
      <w:fldChar w:fldCharType="begin"/>
    </w:r>
    <w:r w:rsidR="00DF6842" w:rsidRPr="001C4462">
      <w:rPr>
        <w:rStyle w:val="a6"/>
        <w:sz w:val="28"/>
        <w:szCs w:val="28"/>
      </w:rPr>
      <w:instrText xml:space="preserve">PAGE  </w:instrText>
    </w:r>
    <w:r w:rsidRPr="001C4462">
      <w:rPr>
        <w:rStyle w:val="a6"/>
        <w:sz w:val="28"/>
        <w:szCs w:val="28"/>
      </w:rPr>
      <w:fldChar w:fldCharType="separate"/>
    </w:r>
    <w:r w:rsidR="0037160F">
      <w:rPr>
        <w:rStyle w:val="a6"/>
        <w:noProof/>
        <w:sz w:val="28"/>
        <w:szCs w:val="28"/>
      </w:rPr>
      <w:t>2</w:t>
    </w:r>
    <w:r w:rsidRPr="001C4462">
      <w:rPr>
        <w:rStyle w:val="a6"/>
        <w:sz w:val="28"/>
        <w:szCs w:val="28"/>
      </w:rPr>
      <w:fldChar w:fldCharType="end"/>
    </w:r>
  </w:p>
  <w:p w:rsidR="00DF6842" w:rsidRDefault="00DF68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Default="00DF6842" w:rsidP="00327B0D">
    <w:pPr>
      <w:pStyle w:val="a3"/>
      <w:jc w:val="center"/>
    </w:pPr>
    <w:r>
      <w:rPr>
        <w:b/>
        <w:noProof/>
        <w:sz w:val="28"/>
        <w:szCs w:val="28"/>
      </w:rPr>
      <w:drawing>
        <wp:inline distT="0" distB="0" distL="0" distR="0" wp14:anchorId="5C863575" wp14:editId="23BDAF1C">
          <wp:extent cx="457200" cy="581025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D2324"/>
    <w:multiLevelType w:val="hybridMultilevel"/>
    <w:tmpl w:val="EE4EC900"/>
    <w:lvl w:ilvl="0" w:tplc="D9E85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5D"/>
    <w:rsid w:val="00002AA7"/>
    <w:rsid w:val="00006659"/>
    <w:rsid w:val="0000791B"/>
    <w:rsid w:val="000105E9"/>
    <w:rsid w:val="000115C0"/>
    <w:rsid w:val="0001534B"/>
    <w:rsid w:val="00017409"/>
    <w:rsid w:val="00025B3F"/>
    <w:rsid w:val="00030E2A"/>
    <w:rsid w:val="000317C4"/>
    <w:rsid w:val="00033FB4"/>
    <w:rsid w:val="00036AB9"/>
    <w:rsid w:val="00042C53"/>
    <w:rsid w:val="00042D16"/>
    <w:rsid w:val="000430C0"/>
    <w:rsid w:val="000456D3"/>
    <w:rsid w:val="00057B68"/>
    <w:rsid w:val="0006094E"/>
    <w:rsid w:val="00060AEA"/>
    <w:rsid w:val="00061C54"/>
    <w:rsid w:val="0006727D"/>
    <w:rsid w:val="00071992"/>
    <w:rsid w:val="00071F75"/>
    <w:rsid w:val="00076325"/>
    <w:rsid w:val="000839B9"/>
    <w:rsid w:val="000842FA"/>
    <w:rsid w:val="00085158"/>
    <w:rsid w:val="00086317"/>
    <w:rsid w:val="00087596"/>
    <w:rsid w:val="00095E2C"/>
    <w:rsid w:val="000A2ED2"/>
    <w:rsid w:val="000A6975"/>
    <w:rsid w:val="000B2052"/>
    <w:rsid w:val="000B34C1"/>
    <w:rsid w:val="000B53E5"/>
    <w:rsid w:val="000B5CE5"/>
    <w:rsid w:val="000D54D6"/>
    <w:rsid w:val="000D6DFD"/>
    <w:rsid w:val="000D6FFB"/>
    <w:rsid w:val="000E1A59"/>
    <w:rsid w:val="000F0A03"/>
    <w:rsid w:val="000F60F7"/>
    <w:rsid w:val="001041DC"/>
    <w:rsid w:val="001071A9"/>
    <w:rsid w:val="0011141B"/>
    <w:rsid w:val="00111D97"/>
    <w:rsid w:val="00112328"/>
    <w:rsid w:val="00113C26"/>
    <w:rsid w:val="00113CCF"/>
    <w:rsid w:val="001162CA"/>
    <w:rsid w:val="00120BD2"/>
    <w:rsid w:val="00124B4A"/>
    <w:rsid w:val="00125DDF"/>
    <w:rsid w:val="0013029E"/>
    <w:rsid w:val="001337AE"/>
    <w:rsid w:val="00134430"/>
    <w:rsid w:val="001354AC"/>
    <w:rsid w:val="00135F47"/>
    <w:rsid w:val="00147DC9"/>
    <w:rsid w:val="00150F71"/>
    <w:rsid w:val="00153318"/>
    <w:rsid w:val="0015338D"/>
    <w:rsid w:val="0016165D"/>
    <w:rsid w:val="00167230"/>
    <w:rsid w:val="001702C9"/>
    <w:rsid w:val="0017323B"/>
    <w:rsid w:val="00184A43"/>
    <w:rsid w:val="00187B42"/>
    <w:rsid w:val="00190A0D"/>
    <w:rsid w:val="00193957"/>
    <w:rsid w:val="001970E3"/>
    <w:rsid w:val="001A1CA5"/>
    <w:rsid w:val="001A2913"/>
    <w:rsid w:val="001A4799"/>
    <w:rsid w:val="001A585D"/>
    <w:rsid w:val="001A63E3"/>
    <w:rsid w:val="001B2773"/>
    <w:rsid w:val="001B6467"/>
    <w:rsid w:val="001C02C1"/>
    <w:rsid w:val="001C151F"/>
    <w:rsid w:val="001C1F51"/>
    <w:rsid w:val="001C2186"/>
    <w:rsid w:val="001C435A"/>
    <w:rsid w:val="001C4462"/>
    <w:rsid w:val="001C5181"/>
    <w:rsid w:val="001D37F7"/>
    <w:rsid w:val="001E1CBD"/>
    <w:rsid w:val="001E3FCF"/>
    <w:rsid w:val="001E615B"/>
    <w:rsid w:val="00206252"/>
    <w:rsid w:val="00206455"/>
    <w:rsid w:val="002125C3"/>
    <w:rsid w:val="002132E6"/>
    <w:rsid w:val="00222E13"/>
    <w:rsid w:val="00225324"/>
    <w:rsid w:val="002261D5"/>
    <w:rsid w:val="00231963"/>
    <w:rsid w:val="00232681"/>
    <w:rsid w:val="0023611D"/>
    <w:rsid w:val="00236477"/>
    <w:rsid w:val="00237D03"/>
    <w:rsid w:val="00250546"/>
    <w:rsid w:val="00251A97"/>
    <w:rsid w:val="002531AC"/>
    <w:rsid w:val="00254AA1"/>
    <w:rsid w:val="0026008A"/>
    <w:rsid w:val="002761C7"/>
    <w:rsid w:val="00277D21"/>
    <w:rsid w:val="00293ADA"/>
    <w:rsid w:val="00293F29"/>
    <w:rsid w:val="00296B70"/>
    <w:rsid w:val="002979B3"/>
    <w:rsid w:val="002A286B"/>
    <w:rsid w:val="002A28B2"/>
    <w:rsid w:val="002A5F38"/>
    <w:rsid w:val="002B01CE"/>
    <w:rsid w:val="002C3250"/>
    <w:rsid w:val="002D20EF"/>
    <w:rsid w:val="002D2891"/>
    <w:rsid w:val="002D3D46"/>
    <w:rsid w:val="002D456A"/>
    <w:rsid w:val="002F07A4"/>
    <w:rsid w:val="002F5BFD"/>
    <w:rsid w:val="002F718B"/>
    <w:rsid w:val="00303C3A"/>
    <w:rsid w:val="00304BEA"/>
    <w:rsid w:val="00304FAB"/>
    <w:rsid w:val="0030505C"/>
    <w:rsid w:val="00312C60"/>
    <w:rsid w:val="0032589D"/>
    <w:rsid w:val="00325A55"/>
    <w:rsid w:val="00326F02"/>
    <w:rsid w:val="00327B0D"/>
    <w:rsid w:val="003360B2"/>
    <w:rsid w:val="003372C8"/>
    <w:rsid w:val="00343FE1"/>
    <w:rsid w:val="00351596"/>
    <w:rsid w:val="00353F5D"/>
    <w:rsid w:val="00357C03"/>
    <w:rsid w:val="0037160F"/>
    <w:rsid w:val="00371FE9"/>
    <w:rsid w:val="00372949"/>
    <w:rsid w:val="003776F6"/>
    <w:rsid w:val="00380BB1"/>
    <w:rsid w:val="00380D9B"/>
    <w:rsid w:val="00385E44"/>
    <w:rsid w:val="00390725"/>
    <w:rsid w:val="0039325D"/>
    <w:rsid w:val="00394190"/>
    <w:rsid w:val="00394758"/>
    <w:rsid w:val="003978AF"/>
    <w:rsid w:val="003A2430"/>
    <w:rsid w:val="003A2960"/>
    <w:rsid w:val="003A3C4B"/>
    <w:rsid w:val="003A53FA"/>
    <w:rsid w:val="003C3866"/>
    <w:rsid w:val="003C57F8"/>
    <w:rsid w:val="003D0DEC"/>
    <w:rsid w:val="003D1575"/>
    <w:rsid w:val="003D518B"/>
    <w:rsid w:val="003D6D02"/>
    <w:rsid w:val="003D719F"/>
    <w:rsid w:val="003D7701"/>
    <w:rsid w:val="003E3ED0"/>
    <w:rsid w:val="003E429E"/>
    <w:rsid w:val="003E6478"/>
    <w:rsid w:val="00404F44"/>
    <w:rsid w:val="0041513C"/>
    <w:rsid w:val="0041587A"/>
    <w:rsid w:val="0042206D"/>
    <w:rsid w:val="00426CC5"/>
    <w:rsid w:val="00430363"/>
    <w:rsid w:val="0043059F"/>
    <w:rsid w:val="00431705"/>
    <w:rsid w:val="004345A6"/>
    <w:rsid w:val="004348E3"/>
    <w:rsid w:val="00435750"/>
    <w:rsid w:val="00443FFB"/>
    <w:rsid w:val="00450F8D"/>
    <w:rsid w:val="00453103"/>
    <w:rsid w:val="00461900"/>
    <w:rsid w:val="00463BF1"/>
    <w:rsid w:val="0046442F"/>
    <w:rsid w:val="00465E3B"/>
    <w:rsid w:val="00466A6D"/>
    <w:rsid w:val="004711B2"/>
    <w:rsid w:val="004762C0"/>
    <w:rsid w:val="00481C2D"/>
    <w:rsid w:val="004914D9"/>
    <w:rsid w:val="0049376F"/>
    <w:rsid w:val="00497C66"/>
    <w:rsid w:val="004A63D7"/>
    <w:rsid w:val="004A6F99"/>
    <w:rsid w:val="004C3640"/>
    <w:rsid w:val="004C3DAF"/>
    <w:rsid w:val="004D05D9"/>
    <w:rsid w:val="004D3472"/>
    <w:rsid w:val="004D49F3"/>
    <w:rsid w:val="004D594C"/>
    <w:rsid w:val="004D7E29"/>
    <w:rsid w:val="004E0868"/>
    <w:rsid w:val="004E0BB8"/>
    <w:rsid w:val="004E71ED"/>
    <w:rsid w:val="004F7462"/>
    <w:rsid w:val="004F7681"/>
    <w:rsid w:val="00500985"/>
    <w:rsid w:val="005120BD"/>
    <w:rsid w:val="00513D16"/>
    <w:rsid w:val="00516AE3"/>
    <w:rsid w:val="00521249"/>
    <w:rsid w:val="0052310B"/>
    <w:rsid w:val="005261D2"/>
    <w:rsid w:val="00532BA2"/>
    <w:rsid w:val="00534085"/>
    <w:rsid w:val="005340E9"/>
    <w:rsid w:val="005375CC"/>
    <w:rsid w:val="00541CAF"/>
    <w:rsid w:val="00552F59"/>
    <w:rsid w:val="00553593"/>
    <w:rsid w:val="00554463"/>
    <w:rsid w:val="00560F15"/>
    <w:rsid w:val="00561A2B"/>
    <w:rsid w:val="00562881"/>
    <w:rsid w:val="00562C72"/>
    <w:rsid w:val="00565BC8"/>
    <w:rsid w:val="00570663"/>
    <w:rsid w:val="0057404B"/>
    <w:rsid w:val="005811C7"/>
    <w:rsid w:val="00585A42"/>
    <w:rsid w:val="005862E3"/>
    <w:rsid w:val="00586EC3"/>
    <w:rsid w:val="005929A7"/>
    <w:rsid w:val="005950EA"/>
    <w:rsid w:val="00596435"/>
    <w:rsid w:val="005A04A9"/>
    <w:rsid w:val="005A24CA"/>
    <w:rsid w:val="005B0C3F"/>
    <w:rsid w:val="005B18E4"/>
    <w:rsid w:val="005B736A"/>
    <w:rsid w:val="005C1431"/>
    <w:rsid w:val="005C3352"/>
    <w:rsid w:val="005C76E5"/>
    <w:rsid w:val="005D0370"/>
    <w:rsid w:val="005E37BF"/>
    <w:rsid w:val="005F6318"/>
    <w:rsid w:val="005F74E6"/>
    <w:rsid w:val="00601EEA"/>
    <w:rsid w:val="006106F0"/>
    <w:rsid w:val="006248A5"/>
    <w:rsid w:val="00625D04"/>
    <w:rsid w:val="00632CDD"/>
    <w:rsid w:val="00633F62"/>
    <w:rsid w:val="006407E2"/>
    <w:rsid w:val="00645C30"/>
    <w:rsid w:val="006620FC"/>
    <w:rsid w:val="00666948"/>
    <w:rsid w:val="00666C0E"/>
    <w:rsid w:val="00667B84"/>
    <w:rsid w:val="00672D1E"/>
    <w:rsid w:val="00673169"/>
    <w:rsid w:val="00675814"/>
    <w:rsid w:val="00681151"/>
    <w:rsid w:val="006811CF"/>
    <w:rsid w:val="00681DA8"/>
    <w:rsid w:val="00682CA1"/>
    <w:rsid w:val="006950EE"/>
    <w:rsid w:val="006A0470"/>
    <w:rsid w:val="006A1826"/>
    <w:rsid w:val="006B1DFC"/>
    <w:rsid w:val="006B6CAB"/>
    <w:rsid w:val="006D36E3"/>
    <w:rsid w:val="006D4566"/>
    <w:rsid w:val="006D6DF9"/>
    <w:rsid w:val="006D756B"/>
    <w:rsid w:val="006E0D32"/>
    <w:rsid w:val="006E3D96"/>
    <w:rsid w:val="006F5CAE"/>
    <w:rsid w:val="00701709"/>
    <w:rsid w:val="0070547E"/>
    <w:rsid w:val="0070589A"/>
    <w:rsid w:val="0072112F"/>
    <w:rsid w:val="007229AB"/>
    <w:rsid w:val="00723DA4"/>
    <w:rsid w:val="00732248"/>
    <w:rsid w:val="007323E6"/>
    <w:rsid w:val="0073292A"/>
    <w:rsid w:val="007366D3"/>
    <w:rsid w:val="0073773A"/>
    <w:rsid w:val="007418AB"/>
    <w:rsid w:val="00745656"/>
    <w:rsid w:val="007556F3"/>
    <w:rsid w:val="00756523"/>
    <w:rsid w:val="007630CA"/>
    <w:rsid w:val="00764082"/>
    <w:rsid w:val="0076603C"/>
    <w:rsid w:val="00775CEB"/>
    <w:rsid w:val="007845E2"/>
    <w:rsid w:val="0078757F"/>
    <w:rsid w:val="00790ACD"/>
    <w:rsid w:val="00797BD9"/>
    <w:rsid w:val="007A2D80"/>
    <w:rsid w:val="007A340C"/>
    <w:rsid w:val="007A5A39"/>
    <w:rsid w:val="007A6DB0"/>
    <w:rsid w:val="007A7F89"/>
    <w:rsid w:val="007B3A66"/>
    <w:rsid w:val="007C3B7F"/>
    <w:rsid w:val="007D4F17"/>
    <w:rsid w:val="007D73C4"/>
    <w:rsid w:val="007E0C30"/>
    <w:rsid w:val="007E2ADF"/>
    <w:rsid w:val="007E32A8"/>
    <w:rsid w:val="007E4C53"/>
    <w:rsid w:val="007E5969"/>
    <w:rsid w:val="007F6CAA"/>
    <w:rsid w:val="008027DE"/>
    <w:rsid w:val="00802CBD"/>
    <w:rsid w:val="00803531"/>
    <w:rsid w:val="008120F8"/>
    <w:rsid w:val="00815697"/>
    <w:rsid w:val="008226C6"/>
    <w:rsid w:val="00833147"/>
    <w:rsid w:val="0083346B"/>
    <w:rsid w:val="0083468C"/>
    <w:rsid w:val="00834C6C"/>
    <w:rsid w:val="00835026"/>
    <w:rsid w:val="00835495"/>
    <w:rsid w:val="00841D2A"/>
    <w:rsid w:val="00843FB7"/>
    <w:rsid w:val="00850208"/>
    <w:rsid w:val="00850DCA"/>
    <w:rsid w:val="0085527D"/>
    <w:rsid w:val="00855A33"/>
    <w:rsid w:val="00857372"/>
    <w:rsid w:val="00866839"/>
    <w:rsid w:val="0087067C"/>
    <w:rsid w:val="008719D6"/>
    <w:rsid w:val="00874163"/>
    <w:rsid w:val="00874E0B"/>
    <w:rsid w:val="00875E48"/>
    <w:rsid w:val="008771FF"/>
    <w:rsid w:val="00883E60"/>
    <w:rsid w:val="00884E9A"/>
    <w:rsid w:val="008913DA"/>
    <w:rsid w:val="00891789"/>
    <w:rsid w:val="008A189E"/>
    <w:rsid w:val="008A26F1"/>
    <w:rsid w:val="008A2BB3"/>
    <w:rsid w:val="008B1B9D"/>
    <w:rsid w:val="008B44D4"/>
    <w:rsid w:val="008B5CFC"/>
    <w:rsid w:val="008C4EB8"/>
    <w:rsid w:val="008E4394"/>
    <w:rsid w:val="009116DF"/>
    <w:rsid w:val="00912F0D"/>
    <w:rsid w:val="00917471"/>
    <w:rsid w:val="009209AD"/>
    <w:rsid w:val="00920AAD"/>
    <w:rsid w:val="0092286D"/>
    <w:rsid w:val="00930FCF"/>
    <w:rsid w:val="0095035C"/>
    <w:rsid w:val="00952215"/>
    <w:rsid w:val="00954937"/>
    <w:rsid w:val="00961D9E"/>
    <w:rsid w:val="009624B2"/>
    <w:rsid w:val="00962A91"/>
    <w:rsid w:val="00962D23"/>
    <w:rsid w:val="00963207"/>
    <w:rsid w:val="0096388E"/>
    <w:rsid w:val="00983DA8"/>
    <w:rsid w:val="009909AB"/>
    <w:rsid w:val="00990B90"/>
    <w:rsid w:val="009A1A39"/>
    <w:rsid w:val="009B1D53"/>
    <w:rsid w:val="009B22B1"/>
    <w:rsid w:val="009C72DF"/>
    <w:rsid w:val="009C7671"/>
    <w:rsid w:val="009D6223"/>
    <w:rsid w:val="009D789D"/>
    <w:rsid w:val="009E4DEB"/>
    <w:rsid w:val="009E6A23"/>
    <w:rsid w:val="009F1E73"/>
    <w:rsid w:val="009F6580"/>
    <w:rsid w:val="00A02391"/>
    <w:rsid w:val="00A03C49"/>
    <w:rsid w:val="00A05E19"/>
    <w:rsid w:val="00A11447"/>
    <w:rsid w:val="00A171F4"/>
    <w:rsid w:val="00A23B4E"/>
    <w:rsid w:val="00A26FEC"/>
    <w:rsid w:val="00A32C60"/>
    <w:rsid w:val="00A36BCF"/>
    <w:rsid w:val="00A36D60"/>
    <w:rsid w:val="00A377FD"/>
    <w:rsid w:val="00A4280D"/>
    <w:rsid w:val="00A4327C"/>
    <w:rsid w:val="00A446D9"/>
    <w:rsid w:val="00A51C5B"/>
    <w:rsid w:val="00A55772"/>
    <w:rsid w:val="00A62B94"/>
    <w:rsid w:val="00A66BB9"/>
    <w:rsid w:val="00A73A00"/>
    <w:rsid w:val="00A75F4D"/>
    <w:rsid w:val="00A81218"/>
    <w:rsid w:val="00A84A2C"/>
    <w:rsid w:val="00A85342"/>
    <w:rsid w:val="00A85802"/>
    <w:rsid w:val="00A905E0"/>
    <w:rsid w:val="00A95389"/>
    <w:rsid w:val="00A97804"/>
    <w:rsid w:val="00AA2C1C"/>
    <w:rsid w:val="00AA2EFB"/>
    <w:rsid w:val="00AA6BB1"/>
    <w:rsid w:val="00AB4A4D"/>
    <w:rsid w:val="00AB5339"/>
    <w:rsid w:val="00AB634F"/>
    <w:rsid w:val="00AB6408"/>
    <w:rsid w:val="00AB752F"/>
    <w:rsid w:val="00AC5A58"/>
    <w:rsid w:val="00AD3290"/>
    <w:rsid w:val="00AD437C"/>
    <w:rsid w:val="00AD5B71"/>
    <w:rsid w:val="00AE1DE8"/>
    <w:rsid w:val="00AE4D0D"/>
    <w:rsid w:val="00AF19F1"/>
    <w:rsid w:val="00AF3111"/>
    <w:rsid w:val="00AF45BB"/>
    <w:rsid w:val="00AF498E"/>
    <w:rsid w:val="00AF499E"/>
    <w:rsid w:val="00B04AF4"/>
    <w:rsid w:val="00B110A2"/>
    <w:rsid w:val="00B11966"/>
    <w:rsid w:val="00B23C9B"/>
    <w:rsid w:val="00B240C7"/>
    <w:rsid w:val="00B2598A"/>
    <w:rsid w:val="00B306FE"/>
    <w:rsid w:val="00B36A56"/>
    <w:rsid w:val="00B40A10"/>
    <w:rsid w:val="00B416C7"/>
    <w:rsid w:val="00B425EA"/>
    <w:rsid w:val="00B50C8B"/>
    <w:rsid w:val="00B56E34"/>
    <w:rsid w:val="00B64E0A"/>
    <w:rsid w:val="00B70D00"/>
    <w:rsid w:val="00B75A17"/>
    <w:rsid w:val="00B75F93"/>
    <w:rsid w:val="00B8247A"/>
    <w:rsid w:val="00B90BFA"/>
    <w:rsid w:val="00B93C4A"/>
    <w:rsid w:val="00BA22B6"/>
    <w:rsid w:val="00BA3161"/>
    <w:rsid w:val="00BA5360"/>
    <w:rsid w:val="00BA6EE8"/>
    <w:rsid w:val="00BB0DBA"/>
    <w:rsid w:val="00BB43B3"/>
    <w:rsid w:val="00BB5CAF"/>
    <w:rsid w:val="00BC41D2"/>
    <w:rsid w:val="00BC5E7B"/>
    <w:rsid w:val="00BE3A2D"/>
    <w:rsid w:val="00BE4B2C"/>
    <w:rsid w:val="00BE5A93"/>
    <w:rsid w:val="00BE6200"/>
    <w:rsid w:val="00BF2A94"/>
    <w:rsid w:val="00BF35EE"/>
    <w:rsid w:val="00BF4687"/>
    <w:rsid w:val="00BF5783"/>
    <w:rsid w:val="00C02FAE"/>
    <w:rsid w:val="00C06EBB"/>
    <w:rsid w:val="00C10BDE"/>
    <w:rsid w:val="00C15294"/>
    <w:rsid w:val="00C16493"/>
    <w:rsid w:val="00C17EFE"/>
    <w:rsid w:val="00C20B42"/>
    <w:rsid w:val="00C277E3"/>
    <w:rsid w:val="00C33835"/>
    <w:rsid w:val="00C40C8C"/>
    <w:rsid w:val="00C42E1F"/>
    <w:rsid w:val="00C46BA0"/>
    <w:rsid w:val="00C52EA6"/>
    <w:rsid w:val="00C54873"/>
    <w:rsid w:val="00C57B0B"/>
    <w:rsid w:val="00C62CA8"/>
    <w:rsid w:val="00C65923"/>
    <w:rsid w:val="00C72FD2"/>
    <w:rsid w:val="00C8062D"/>
    <w:rsid w:val="00C838E3"/>
    <w:rsid w:val="00C848BE"/>
    <w:rsid w:val="00C84ABE"/>
    <w:rsid w:val="00C851A3"/>
    <w:rsid w:val="00C90394"/>
    <w:rsid w:val="00C9281C"/>
    <w:rsid w:val="00C9288B"/>
    <w:rsid w:val="00C953A6"/>
    <w:rsid w:val="00CA223C"/>
    <w:rsid w:val="00CB1409"/>
    <w:rsid w:val="00CB6031"/>
    <w:rsid w:val="00CB7CA1"/>
    <w:rsid w:val="00CC1C48"/>
    <w:rsid w:val="00CC3CC3"/>
    <w:rsid w:val="00CC439E"/>
    <w:rsid w:val="00CD2C06"/>
    <w:rsid w:val="00CD2D29"/>
    <w:rsid w:val="00CE68A3"/>
    <w:rsid w:val="00CF2993"/>
    <w:rsid w:val="00CF3AA7"/>
    <w:rsid w:val="00CF459C"/>
    <w:rsid w:val="00D005DA"/>
    <w:rsid w:val="00D05779"/>
    <w:rsid w:val="00D16BEF"/>
    <w:rsid w:val="00D203AE"/>
    <w:rsid w:val="00D229B5"/>
    <w:rsid w:val="00D232FA"/>
    <w:rsid w:val="00D243DE"/>
    <w:rsid w:val="00D304CA"/>
    <w:rsid w:val="00D4199F"/>
    <w:rsid w:val="00D42254"/>
    <w:rsid w:val="00D46EB7"/>
    <w:rsid w:val="00D472EC"/>
    <w:rsid w:val="00D53CA4"/>
    <w:rsid w:val="00D55677"/>
    <w:rsid w:val="00D61D18"/>
    <w:rsid w:val="00D64CF9"/>
    <w:rsid w:val="00D70BE2"/>
    <w:rsid w:val="00D73E4E"/>
    <w:rsid w:val="00D764F2"/>
    <w:rsid w:val="00D77AEE"/>
    <w:rsid w:val="00D8498A"/>
    <w:rsid w:val="00D91220"/>
    <w:rsid w:val="00D94B44"/>
    <w:rsid w:val="00D97818"/>
    <w:rsid w:val="00DA2530"/>
    <w:rsid w:val="00DA3494"/>
    <w:rsid w:val="00DB2123"/>
    <w:rsid w:val="00DC3E35"/>
    <w:rsid w:val="00DC6CA1"/>
    <w:rsid w:val="00DD4F64"/>
    <w:rsid w:val="00DD5011"/>
    <w:rsid w:val="00DD75DB"/>
    <w:rsid w:val="00DD7970"/>
    <w:rsid w:val="00DE16DA"/>
    <w:rsid w:val="00DF5BE9"/>
    <w:rsid w:val="00DF6842"/>
    <w:rsid w:val="00DF7D3C"/>
    <w:rsid w:val="00DF7E74"/>
    <w:rsid w:val="00E01690"/>
    <w:rsid w:val="00E0465B"/>
    <w:rsid w:val="00E0473E"/>
    <w:rsid w:val="00E15ED1"/>
    <w:rsid w:val="00E211AB"/>
    <w:rsid w:val="00E2247B"/>
    <w:rsid w:val="00E2311A"/>
    <w:rsid w:val="00E26D6F"/>
    <w:rsid w:val="00E2704B"/>
    <w:rsid w:val="00E32C11"/>
    <w:rsid w:val="00E3312E"/>
    <w:rsid w:val="00E34597"/>
    <w:rsid w:val="00E34B0C"/>
    <w:rsid w:val="00E3588A"/>
    <w:rsid w:val="00E359C9"/>
    <w:rsid w:val="00E368A6"/>
    <w:rsid w:val="00E3731E"/>
    <w:rsid w:val="00E4430C"/>
    <w:rsid w:val="00E4711A"/>
    <w:rsid w:val="00E471D6"/>
    <w:rsid w:val="00E579F4"/>
    <w:rsid w:val="00E64788"/>
    <w:rsid w:val="00E703B7"/>
    <w:rsid w:val="00E71507"/>
    <w:rsid w:val="00E74D5B"/>
    <w:rsid w:val="00E768CE"/>
    <w:rsid w:val="00E7754A"/>
    <w:rsid w:val="00E81E1E"/>
    <w:rsid w:val="00E83DC0"/>
    <w:rsid w:val="00E9001E"/>
    <w:rsid w:val="00E91B10"/>
    <w:rsid w:val="00E9322F"/>
    <w:rsid w:val="00E95E66"/>
    <w:rsid w:val="00E97003"/>
    <w:rsid w:val="00E97795"/>
    <w:rsid w:val="00EA2CB2"/>
    <w:rsid w:val="00EB027A"/>
    <w:rsid w:val="00EB049E"/>
    <w:rsid w:val="00EB23FC"/>
    <w:rsid w:val="00EB5BA4"/>
    <w:rsid w:val="00EC586A"/>
    <w:rsid w:val="00ED21C4"/>
    <w:rsid w:val="00ED6061"/>
    <w:rsid w:val="00EE28E2"/>
    <w:rsid w:val="00EE31FE"/>
    <w:rsid w:val="00EE43AC"/>
    <w:rsid w:val="00EE578B"/>
    <w:rsid w:val="00EE7CCD"/>
    <w:rsid w:val="00EF2917"/>
    <w:rsid w:val="00EF2D23"/>
    <w:rsid w:val="00EF6510"/>
    <w:rsid w:val="00EF7FAE"/>
    <w:rsid w:val="00F04BAF"/>
    <w:rsid w:val="00F0686B"/>
    <w:rsid w:val="00F10565"/>
    <w:rsid w:val="00F10A1E"/>
    <w:rsid w:val="00F16E1C"/>
    <w:rsid w:val="00F17976"/>
    <w:rsid w:val="00F2196C"/>
    <w:rsid w:val="00F25504"/>
    <w:rsid w:val="00F27B26"/>
    <w:rsid w:val="00F31145"/>
    <w:rsid w:val="00F31A61"/>
    <w:rsid w:val="00F33003"/>
    <w:rsid w:val="00F34C4C"/>
    <w:rsid w:val="00F35B9E"/>
    <w:rsid w:val="00F402A0"/>
    <w:rsid w:val="00F40C89"/>
    <w:rsid w:val="00F40E6B"/>
    <w:rsid w:val="00F41ADE"/>
    <w:rsid w:val="00F41E63"/>
    <w:rsid w:val="00F445DC"/>
    <w:rsid w:val="00F46069"/>
    <w:rsid w:val="00F46D90"/>
    <w:rsid w:val="00F525DE"/>
    <w:rsid w:val="00F55045"/>
    <w:rsid w:val="00F6661E"/>
    <w:rsid w:val="00F67A82"/>
    <w:rsid w:val="00F70EF3"/>
    <w:rsid w:val="00F7407E"/>
    <w:rsid w:val="00F77A0B"/>
    <w:rsid w:val="00F84261"/>
    <w:rsid w:val="00F8470B"/>
    <w:rsid w:val="00F92742"/>
    <w:rsid w:val="00FB099C"/>
    <w:rsid w:val="00FB49AC"/>
    <w:rsid w:val="00FB6E8A"/>
    <w:rsid w:val="00FB7853"/>
    <w:rsid w:val="00FC0E6A"/>
    <w:rsid w:val="00FC0F32"/>
    <w:rsid w:val="00FC4B34"/>
    <w:rsid w:val="00FC768C"/>
    <w:rsid w:val="00FC7E1F"/>
    <w:rsid w:val="00FC7F43"/>
    <w:rsid w:val="00FE42D8"/>
    <w:rsid w:val="00FE60CA"/>
    <w:rsid w:val="00FF1F78"/>
    <w:rsid w:val="00FF3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A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3DA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23DA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72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071992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D05779"/>
  </w:style>
  <w:style w:type="table" w:styleId="a7">
    <w:name w:val="Table Grid"/>
    <w:basedOn w:val="a1"/>
    <w:rsid w:val="00B4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115C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4D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243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qFormat/>
    <w:rsid w:val="0001534B"/>
    <w:pPr>
      <w:ind w:left="720"/>
      <w:contextualSpacing/>
    </w:pPr>
  </w:style>
  <w:style w:type="paragraph" w:customStyle="1" w:styleId="Iioaioo">
    <w:name w:val="Ii oaio?o"/>
    <w:basedOn w:val="a"/>
    <w:uiPriority w:val="99"/>
    <w:rsid w:val="006D756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a">
    <w:name w:val="Первая строка заголовка"/>
    <w:basedOn w:val="a"/>
    <w:uiPriority w:val="99"/>
    <w:rsid w:val="006D756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character" w:styleId="ab">
    <w:name w:val="Hyperlink"/>
    <w:basedOn w:val="a0"/>
    <w:uiPriority w:val="99"/>
    <w:unhideWhenUsed/>
    <w:rsid w:val="00803531"/>
    <w:rPr>
      <w:color w:val="0000FF"/>
      <w:u w:val="single"/>
    </w:rPr>
  </w:style>
  <w:style w:type="paragraph" w:customStyle="1" w:styleId="ac">
    <w:name w:val="Знак Знак Знак Знак"/>
    <w:basedOn w:val="a"/>
    <w:rsid w:val="00BF2A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A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3DA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23DA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72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071992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D05779"/>
  </w:style>
  <w:style w:type="table" w:styleId="a7">
    <w:name w:val="Table Grid"/>
    <w:basedOn w:val="a1"/>
    <w:rsid w:val="00B4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115C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4D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243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qFormat/>
    <w:rsid w:val="0001534B"/>
    <w:pPr>
      <w:ind w:left="720"/>
      <w:contextualSpacing/>
    </w:pPr>
  </w:style>
  <w:style w:type="paragraph" w:customStyle="1" w:styleId="Iioaioo">
    <w:name w:val="Ii oaio?o"/>
    <w:basedOn w:val="a"/>
    <w:uiPriority w:val="99"/>
    <w:rsid w:val="006D756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a">
    <w:name w:val="Первая строка заголовка"/>
    <w:basedOn w:val="a"/>
    <w:uiPriority w:val="99"/>
    <w:rsid w:val="006D756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character" w:styleId="ab">
    <w:name w:val="Hyperlink"/>
    <w:basedOn w:val="a0"/>
    <w:uiPriority w:val="99"/>
    <w:unhideWhenUsed/>
    <w:rsid w:val="00803531"/>
    <w:rPr>
      <w:color w:val="0000FF"/>
      <w:u w:val="single"/>
    </w:rPr>
  </w:style>
  <w:style w:type="paragraph" w:customStyle="1" w:styleId="ac">
    <w:name w:val="Знак Знак Знак Знак"/>
    <w:basedOn w:val="a"/>
    <w:rsid w:val="00BF2A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88;&#1077;&#1096;&#1077;&#1085;&#1080;&#1077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A95E-7281-4A73-A4AF-75B0E115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Думы</Template>
  <TotalTime>570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TPS</Company>
  <LinksUpToDate>false</LinksUpToDate>
  <CharactersWithSpaces>2858</CharactersWithSpaces>
  <SharedDoc>false</SharedDoc>
  <HLinks>
    <vt:vector size="12" baseType="variant">
      <vt:variant>
        <vt:i4>851983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consultantplus://offline/ref=E0BC368088F490A1CBAE045746D644C7D297DF4180A46B3AFAB745A137775D88241FE5D0CE7CA61349C4BBz3kBH</vt:lpwstr>
      </vt:variant>
      <vt:variant>
        <vt:lpwstr/>
      </vt:variant>
      <vt:variant>
        <vt:i4>8192096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consultantplus://offline/ref=F926AF6965E4F0B6E121AB054FB890232F8F14ACB05EAC58BE8843F2A4EF952316D9611D72FC9EC63Fj3H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Pre-installed</dc:creator>
  <cp:lastModifiedBy>RePack by Diakov</cp:lastModifiedBy>
  <cp:revision>41</cp:revision>
  <cp:lastPrinted>2024-02-20T07:40:00Z</cp:lastPrinted>
  <dcterms:created xsi:type="dcterms:W3CDTF">2020-05-28T13:08:00Z</dcterms:created>
  <dcterms:modified xsi:type="dcterms:W3CDTF">2024-02-21T05:40:00Z</dcterms:modified>
</cp:coreProperties>
</file>