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11" w:rsidRPr="00EA7111" w:rsidRDefault="00EA7111">
      <w:pPr>
        <w:rPr>
          <w:sz w:val="36"/>
          <w:szCs w:val="36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797"/>
        <w:gridCol w:w="1847"/>
      </w:tblGrid>
      <w:tr w:rsidR="007F0AAB" w:rsidRPr="00736E11" w:rsidTr="00D51A3E">
        <w:trPr>
          <w:trHeight w:hRule="exact" w:val="1696"/>
        </w:trPr>
        <w:tc>
          <w:tcPr>
            <w:tcW w:w="9360" w:type="dxa"/>
            <w:gridSpan w:val="4"/>
          </w:tcPr>
          <w:p w:rsidR="007F0AAB" w:rsidRPr="00234F5C" w:rsidRDefault="007F0AAB" w:rsidP="00D51A3E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                ДАРОВСКОЙ МУНИЦИПАЛЬНЫЙ РАЙОН</w:t>
            </w:r>
            <w:r w:rsidRPr="00234F5C">
              <w:rPr>
                <w:szCs w:val="28"/>
              </w:rPr>
              <w:t xml:space="preserve"> КИРОВСКОЙ ОБЛАСТИ</w:t>
            </w:r>
          </w:p>
          <w:p w:rsidR="007F0AAB" w:rsidRPr="00C41E70" w:rsidRDefault="007F0AAB" w:rsidP="00D51A3E">
            <w:pPr>
              <w:pStyle w:val="a7"/>
              <w:keepLines w:val="0"/>
              <w:spacing w:before="0" w:after="0"/>
              <w:rPr>
                <w:noProof w:val="0"/>
                <w:sz w:val="36"/>
                <w:szCs w:val="36"/>
              </w:rPr>
            </w:pPr>
          </w:p>
          <w:p w:rsidR="007F0AAB" w:rsidRPr="0092379D" w:rsidRDefault="007F0AAB" w:rsidP="00D51A3E">
            <w:pPr>
              <w:pStyle w:val="a7"/>
              <w:keepLines w:val="0"/>
              <w:spacing w:before="0" w:after="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7F0AAB" w:rsidRPr="00C41E70" w:rsidRDefault="007F0AAB" w:rsidP="00D51A3E">
            <w:pPr>
              <w:tabs>
                <w:tab w:val="left" w:pos="2160"/>
              </w:tabs>
              <w:rPr>
                <w:sz w:val="36"/>
                <w:szCs w:val="36"/>
              </w:rPr>
            </w:pPr>
            <w:r>
              <w:tab/>
            </w:r>
          </w:p>
        </w:tc>
      </w:tr>
      <w:tr w:rsidR="007F0AAB" w:rsidRPr="009D0283" w:rsidTr="00D51A3E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7F0AAB" w:rsidRPr="009D0283" w:rsidRDefault="006E4215" w:rsidP="006E4215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05.09.2024</w:t>
            </w:r>
          </w:p>
        </w:tc>
        <w:tc>
          <w:tcPr>
            <w:tcW w:w="2731" w:type="dxa"/>
          </w:tcPr>
          <w:p w:rsidR="007F0AAB" w:rsidRPr="009D0283" w:rsidRDefault="007F0AAB" w:rsidP="00D51A3E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797" w:type="dxa"/>
          </w:tcPr>
          <w:p w:rsidR="007F0AAB" w:rsidRPr="009D0283" w:rsidRDefault="007F0AAB" w:rsidP="00D51A3E">
            <w:pPr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bottom w:val="single" w:sz="6" w:space="0" w:color="auto"/>
            </w:tcBorders>
          </w:tcPr>
          <w:p w:rsidR="007F0AAB" w:rsidRPr="009D0283" w:rsidRDefault="006E4215" w:rsidP="00D51A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341</w:t>
            </w:r>
          </w:p>
        </w:tc>
      </w:tr>
      <w:tr w:rsidR="007F0AAB" w:rsidRPr="00C33890" w:rsidTr="00D51A3E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7F0AAB" w:rsidRPr="007F0AAB" w:rsidRDefault="007F0AAB" w:rsidP="00026299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026299" w:rsidRPr="001626B7" w:rsidRDefault="00026299" w:rsidP="00026299">
      <w:pPr>
        <w:spacing w:before="480" w:after="480"/>
        <w:jc w:val="center"/>
        <w:rPr>
          <w:b/>
          <w:bCs/>
          <w:sz w:val="48"/>
          <w:szCs w:val="48"/>
        </w:rPr>
      </w:pPr>
      <w:r>
        <w:rPr>
          <w:b/>
          <w:szCs w:val="28"/>
        </w:rPr>
        <w:t>Об утверждении Положения о порядке учета имущества, находящегося в собственности муниципального образования Даровской муниципальный район Кировской области</w:t>
      </w:r>
    </w:p>
    <w:p w:rsidR="00026299" w:rsidRDefault="00026299" w:rsidP="00026299">
      <w:pPr>
        <w:spacing w:line="360" w:lineRule="auto"/>
        <w:ind w:firstLine="709"/>
        <w:jc w:val="both"/>
        <w:rPr>
          <w:szCs w:val="28"/>
        </w:rPr>
      </w:pPr>
      <w:proofErr w:type="gramStart"/>
      <w:r w:rsidRPr="001626B7">
        <w:rPr>
          <w:szCs w:val="28"/>
        </w:rPr>
        <w:t xml:space="preserve">Руководствуясь частью </w:t>
      </w:r>
      <w:r>
        <w:rPr>
          <w:szCs w:val="28"/>
        </w:rPr>
        <w:t xml:space="preserve">6 </w:t>
      </w:r>
      <w:r w:rsidRPr="001626B7">
        <w:rPr>
          <w:szCs w:val="28"/>
        </w:rPr>
        <w:t xml:space="preserve">статьи 43 Федерального закона </w:t>
      </w:r>
      <w:r>
        <w:rPr>
          <w:szCs w:val="28"/>
        </w:rPr>
        <w:t>о</w:t>
      </w:r>
      <w:r w:rsidRPr="001626B7">
        <w:rPr>
          <w:szCs w:val="28"/>
        </w:rPr>
        <w:t>т 06.10.2003</w:t>
      </w:r>
      <w:r>
        <w:rPr>
          <w:szCs w:val="28"/>
        </w:rPr>
        <w:t xml:space="preserve"> </w:t>
      </w:r>
      <w:r w:rsidRPr="001626B7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1626B7">
        <w:rPr>
          <w:szCs w:val="28"/>
        </w:rPr>
        <w:t xml:space="preserve">131-ФЗ «Об общих принципах организации местного самоуправления в Российской Федерации», частью </w:t>
      </w:r>
      <w:r>
        <w:rPr>
          <w:szCs w:val="28"/>
        </w:rPr>
        <w:t>3</w:t>
      </w:r>
      <w:r w:rsidRPr="001626B7">
        <w:rPr>
          <w:szCs w:val="28"/>
        </w:rPr>
        <w:t xml:space="preserve"> статьи 3</w:t>
      </w:r>
      <w:r>
        <w:rPr>
          <w:szCs w:val="28"/>
        </w:rPr>
        <w:t>4</w:t>
      </w:r>
      <w:r w:rsidRPr="001626B7">
        <w:rPr>
          <w:szCs w:val="28"/>
        </w:rPr>
        <w:t xml:space="preserve"> Устава муниципального образования Даровской муниципальный район Кировской области</w:t>
      </w:r>
      <w:r>
        <w:rPr>
          <w:szCs w:val="28"/>
        </w:rPr>
        <w:t xml:space="preserve">, </w:t>
      </w:r>
      <w:r w:rsidR="007366E1">
        <w:rPr>
          <w:szCs w:val="28"/>
        </w:rPr>
        <w:t>П</w:t>
      </w:r>
      <w:r w:rsidR="007366E1" w:rsidRPr="007838DE">
        <w:rPr>
          <w:szCs w:val="28"/>
        </w:rPr>
        <w:t>оложени</w:t>
      </w:r>
      <w:r w:rsidR="007366E1">
        <w:rPr>
          <w:szCs w:val="28"/>
        </w:rPr>
        <w:t>ем</w:t>
      </w:r>
      <w:r w:rsidR="007366E1" w:rsidRPr="007838DE">
        <w:rPr>
          <w:szCs w:val="28"/>
        </w:rPr>
        <w:t xml:space="preserve"> </w:t>
      </w:r>
      <w:r w:rsidR="007366E1">
        <w:rPr>
          <w:szCs w:val="28"/>
        </w:rPr>
        <w:t xml:space="preserve">      об управлении и распоряжении имуществом муниципального образования Даровской муниципальный</w:t>
      </w:r>
      <w:bookmarkStart w:id="0" w:name="_GoBack"/>
      <w:bookmarkEnd w:id="0"/>
      <w:r w:rsidR="007366E1">
        <w:rPr>
          <w:szCs w:val="28"/>
        </w:rPr>
        <w:t xml:space="preserve"> район Кировской области, </w:t>
      </w:r>
      <w:r w:rsidR="007366E1" w:rsidRPr="007838DE">
        <w:rPr>
          <w:szCs w:val="28"/>
        </w:rPr>
        <w:t>утвержденн</w:t>
      </w:r>
      <w:r w:rsidR="007366E1">
        <w:rPr>
          <w:szCs w:val="28"/>
        </w:rPr>
        <w:t>ым</w:t>
      </w:r>
      <w:r w:rsidR="007366E1" w:rsidRPr="007838DE">
        <w:rPr>
          <w:szCs w:val="28"/>
        </w:rPr>
        <w:t xml:space="preserve"> решением Даровской районной Думы </w:t>
      </w:r>
      <w:r w:rsidR="007366E1">
        <w:rPr>
          <w:szCs w:val="28"/>
        </w:rPr>
        <w:t>Даровского района Кировской области</w:t>
      </w:r>
      <w:r w:rsidR="00250DA5">
        <w:rPr>
          <w:szCs w:val="28"/>
        </w:rPr>
        <w:t xml:space="preserve"> о</w:t>
      </w:r>
      <w:r w:rsidR="007366E1" w:rsidRPr="007838DE">
        <w:rPr>
          <w:szCs w:val="28"/>
        </w:rPr>
        <w:t xml:space="preserve">т </w:t>
      </w:r>
      <w:r w:rsidR="00250DA5">
        <w:rPr>
          <w:szCs w:val="28"/>
        </w:rPr>
        <w:t>30.10.2020</w:t>
      </w:r>
      <w:r w:rsidR="007366E1">
        <w:rPr>
          <w:szCs w:val="28"/>
        </w:rPr>
        <w:t xml:space="preserve"> </w:t>
      </w:r>
      <w:r w:rsidR="007366E1" w:rsidRPr="007838DE">
        <w:rPr>
          <w:szCs w:val="28"/>
        </w:rPr>
        <w:t xml:space="preserve">№ </w:t>
      </w:r>
      <w:r w:rsidR="00250DA5">
        <w:rPr>
          <w:szCs w:val="28"/>
        </w:rPr>
        <w:t>385</w:t>
      </w:r>
      <w:r w:rsidR="007366E1" w:rsidRPr="007838DE">
        <w:rPr>
          <w:szCs w:val="28"/>
        </w:rPr>
        <w:t xml:space="preserve"> «</w:t>
      </w:r>
      <w:r w:rsidR="007366E1">
        <w:rPr>
          <w:szCs w:val="28"/>
        </w:rPr>
        <w:t>Об утверждении Положения об</w:t>
      </w:r>
      <w:proofErr w:type="gramEnd"/>
      <w:r w:rsidR="007366E1">
        <w:rPr>
          <w:szCs w:val="28"/>
        </w:rPr>
        <w:t xml:space="preserve"> </w:t>
      </w:r>
      <w:proofErr w:type="gramStart"/>
      <w:r w:rsidR="007366E1">
        <w:rPr>
          <w:szCs w:val="28"/>
        </w:rPr>
        <w:t>управлении</w:t>
      </w:r>
      <w:proofErr w:type="gramEnd"/>
      <w:r w:rsidR="007366E1">
        <w:rPr>
          <w:szCs w:val="28"/>
        </w:rPr>
        <w:t xml:space="preserve"> и </w:t>
      </w:r>
      <w:r w:rsidR="00250DA5">
        <w:rPr>
          <w:szCs w:val="28"/>
        </w:rPr>
        <w:t>р</w:t>
      </w:r>
      <w:r w:rsidR="007366E1">
        <w:rPr>
          <w:szCs w:val="28"/>
        </w:rPr>
        <w:t xml:space="preserve">аспоряжении имуществом муниципального образования Даровской </w:t>
      </w:r>
      <w:r w:rsidR="00E507BC">
        <w:rPr>
          <w:szCs w:val="28"/>
        </w:rPr>
        <w:t xml:space="preserve"> </w:t>
      </w:r>
      <w:r w:rsidR="007366E1">
        <w:rPr>
          <w:szCs w:val="28"/>
        </w:rPr>
        <w:t>муниципальный район Кировской области</w:t>
      </w:r>
      <w:r w:rsidR="007366E1" w:rsidRPr="007838DE">
        <w:rPr>
          <w:szCs w:val="28"/>
        </w:rPr>
        <w:t>»</w:t>
      </w:r>
      <w:r w:rsidRPr="001626B7">
        <w:rPr>
          <w:szCs w:val="28"/>
        </w:rPr>
        <w:t>,</w:t>
      </w:r>
      <w:r w:rsidR="00250DA5">
        <w:rPr>
          <w:szCs w:val="28"/>
        </w:rPr>
        <w:t xml:space="preserve"> приказом министерства финансов Российской Федерации от 10.10.2023 №</w:t>
      </w:r>
      <w:r w:rsidR="00762D72">
        <w:rPr>
          <w:szCs w:val="28"/>
        </w:rPr>
        <w:t xml:space="preserve"> 163Н</w:t>
      </w:r>
      <w:r w:rsidR="00250DA5">
        <w:rPr>
          <w:szCs w:val="28"/>
        </w:rPr>
        <w:t xml:space="preserve"> «Об утверждении порядка ведения органами местного самоуправления реестров муниципального имущества», </w:t>
      </w:r>
      <w:r w:rsidRPr="001626B7">
        <w:rPr>
          <w:szCs w:val="28"/>
        </w:rPr>
        <w:t>администрация Даровского района ПОСТАНОВЛЯЕТ:</w:t>
      </w:r>
    </w:p>
    <w:p w:rsidR="00026299" w:rsidRDefault="00026299" w:rsidP="00026299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EE65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EE657B">
        <w:rPr>
          <w:rFonts w:ascii="Times New Roman" w:hAnsi="Times New Roman" w:cs="Times New Roman"/>
          <w:b w:val="0"/>
          <w:sz w:val="28"/>
          <w:szCs w:val="28"/>
        </w:rPr>
        <w:t>Утвердить Положение о порядке учета имущества</w:t>
      </w:r>
      <w:r>
        <w:rPr>
          <w:rFonts w:ascii="Times New Roman" w:hAnsi="Times New Roman" w:cs="Times New Roman"/>
          <w:b w:val="0"/>
          <w:sz w:val="28"/>
          <w:szCs w:val="28"/>
        </w:rPr>
        <w:t>, находящегося в собственности</w:t>
      </w:r>
      <w:r w:rsidRPr="00EE657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Даровской муниципальный район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  <w:r w:rsidRPr="00EE65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3307A" w:rsidRPr="0083307A" w:rsidRDefault="00026299" w:rsidP="0083307A">
      <w:pPr>
        <w:spacing w:line="360" w:lineRule="auto"/>
        <w:ind w:firstLine="709"/>
        <w:jc w:val="both"/>
      </w:pPr>
      <w:r>
        <w:t xml:space="preserve">2. Признать утратившим силу постановление администрации Даровского района Кировской области от </w:t>
      </w:r>
      <w:r w:rsidR="007B0329">
        <w:t>27.03.2020</w:t>
      </w:r>
      <w:r>
        <w:t xml:space="preserve"> № </w:t>
      </w:r>
      <w:r w:rsidR="007B0329">
        <w:t>139</w:t>
      </w:r>
      <w:r>
        <w:t xml:space="preserve"> «</w:t>
      </w:r>
      <w:r w:rsidR="007366E1" w:rsidRPr="007366E1">
        <w:rPr>
          <w:szCs w:val="28"/>
        </w:rPr>
        <w:t xml:space="preserve">Об утверждении Положения </w:t>
      </w:r>
      <w:r w:rsidR="007366E1" w:rsidRPr="007366E1">
        <w:rPr>
          <w:szCs w:val="28"/>
        </w:rPr>
        <w:lastRenderedPageBreak/>
        <w:t>о порядке учета имущества, находящегося в собственности муниципального образования Даровской муниципальный район Кировской области</w:t>
      </w:r>
      <w:r>
        <w:t>».</w:t>
      </w:r>
    </w:p>
    <w:p w:rsidR="00026299" w:rsidRPr="0083307A" w:rsidRDefault="00026299" w:rsidP="0083307A">
      <w:pPr>
        <w:spacing w:line="360" w:lineRule="auto"/>
        <w:ind w:firstLine="709"/>
        <w:jc w:val="both"/>
      </w:pPr>
      <w:r>
        <w:rPr>
          <w:szCs w:val="28"/>
        </w:rPr>
        <w:t>3</w:t>
      </w:r>
      <w:r w:rsidRPr="00EE657B">
        <w:rPr>
          <w:szCs w:val="28"/>
        </w:rPr>
        <w:t xml:space="preserve">. </w:t>
      </w:r>
      <w:proofErr w:type="gramStart"/>
      <w:r w:rsidR="007366E1" w:rsidRPr="00CF7D38">
        <w:rPr>
          <w:szCs w:val="28"/>
        </w:rPr>
        <w:t>Контроль за</w:t>
      </w:r>
      <w:proofErr w:type="gramEnd"/>
      <w:r w:rsidR="007366E1" w:rsidRPr="00CF7D38">
        <w:rPr>
          <w:szCs w:val="28"/>
        </w:rPr>
        <w:t xml:space="preserve"> </w:t>
      </w:r>
      <w:r w:rsidR="007366E1">
        <w:rPr>
          <w:szCs w:val="28"/>
        </w:rPr>
        <w:t>вы</w:t>
      </w:r>
      <w:r w:rsidR="007366E1" w:rsidRPr="00CF7D38">
        <w:rPr>
          <w:szCs w:val="28"/>
        </w:rPr>
        <w:t>полнением постановления возложить на заведующ</w:t>
      </w:r>
      <w:r w:rsidR="007366E1">
        <w:rPr>
          <w:szCs w:val="28"/>
        </w:rPr>
        <w:t>его</w:t>
      </w:r>
      <w:r w:rsidR="007366E1" w:rsidRPr="00CF7D38">
        <w:rPr>
          <w:szCs w:val="28"/>
        </w:rPr>
        <w:t xml:space="preserve"> отделом по </w:t>
      </w:r>
      <w:r w:rsidR="007366E1">
        <w:rPr>
          <w:szCs w:val="28"/>
        </w:rPr>
        <w:t>земельно-имущественным отношениям, архитектуре и градостроительству, главного архитектора района</w:t>
      </w:r>
      <w:r w:rsidR="007366E1" w:rsidRPr="00CF7D38">
        <w:rPr>
          <w:szCs w:val="28"/>
        </w:rPr>
        <w:t xml:space="preserve"> </w:t>
      </w:r>
      <w:r w:rsidR="00762D72">
        <w:rPr>
          <w:szCs w:val="28"/>
        </w:rPr>
        <w:t>Заборских В.Н.</w:t>
      </w:r>
      <w:r w:rsidRPr="00EE657B">
        <w:rPr>
          <w:szCs w:val="28"/>
        </w:rPr>
        <w:t xml:space="preserve"> </w:t>
      </w:r>
    </w:p>
    <w:p w:rsidR="00026299" w:rsidRPr="00762D72" w:rsidRDefault="00026299" w:rsidP="0002629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E657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</w:t>
      </w:r>
      <w:r w:rsidRPr="00762D72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026299" w:rsidRPr="00762D72" w:rsidRDefault="00026299" w:rsidP="0002629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66E1" w:rsidRPr="00762D72" w:rsidRDefault="007366E1" w:rsidP="007366E1">
      <w:pPr>
        <w:outlineLvl w:val="0"/>
        <w:rPr>
          <w:szCs w:val="28"/>
        </w:rPr>
      </w:pPr>
      <w:r w:rsidRPr="00762D72">
        <w:rPr>
          <w:szCs w:val="28"/>
        </w:rPr>
        <w:t>Глава администрация</w:t>
      </w:r>
    </w:p>
    <w:p w:rsidR="007366E1" w:rsidRPr="00762D72" w:rsidRDefault="007366E1" w:rsidP="007366E1">
      <w:pPr>
        <w:rPr>
          <w:szCs w:val="28"/>
        </w:rPr>
      </w:pPr>
      <w:r w:rsidRPr="00762D72">
        <w:rPr>
          <w:szCs w:val="28"/>
        </w:rPr>
        <w:t xml:space="preserve">Даровского района     </w:t>
      </w:r>
      <w:r w:rsidR="006E4215">
        <w:rPr>
          <w:szCs w:val="28"/>
        </w:rPr>
        <w:t xml:space="preserve">    </w:t>
      </w:r>
      <w:r w:rsidRPr="00762D72">
        <w:rPr>
          <w:szCs w:val="28"/>
        </w:rPr>
        <w:t xml:space="preserve">О.Ю. </w:t>
      </w:r>
      <w:proofErr w:type="spellStart"/>
      <w:r w:rsidRPr="00762D72">
        <w:rPr>
          <w:szCs w:val="28"/>
        </w:rPr>
        <w:t>Елькин</w:t>
      </w:r>
      <w:proofErr w:type="spellEnd"/>
    </w:p>
    <w:p w:rsidR="00B76F75" w:rsidRDefault="00B76F75" w:rsidP="007366E1">
      <w:pPr>
        <w:ind w:left="6237" w:hanging="6237"/>
        <w:rPr>
          <w:sz w:val="24"/>
          <w:szCs w:val="24"/>
        </w:rPr>
      </w:pPr>
    </w:p>
    <w:p w:rsidR="00B76F75" w:rsidRDefault="00B76F75" w:rsidP="007366E1">
      <w:pPr>
        <w:ind w:left="6237" w:hanging="6237"/>
        <w:rPr>
          <w:sz w:val="24"/>
          <w:szCs w:val="24"/>
        </w:rPr>
      </w:pPr>
    </w:p>
    <w:p w:rsidR="00B76F75" w:rsidRDefault="00B76F75" w:rsidP="007366E1">
      <w:pPr>
        <w:ind w:left="6237" w:hanging="6237"/>
        <w:rPr>
          <w:sz w:val="24"/>
          <w:szCs w:val="24"/>
        </w:rPr>
      </w:pPr>
    </w:p>
    <w:p w:rsidR="00B76F75" w:rsidRDefault="00B76F75" w:rsidP="007366E1">
      <w:pPr>
        <w:ind w:left="6237" w:hanging="6237"/>
        <w:rPr>
          <w:sz w:val="24"/>
          <w:szCs w:val="24"/>
        </w:rPr>
      </w:pPr>
    </w:p>
    <w:sectPr w:rsidR="00B76F75" w:rsidSect="008A22A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737" w:bottom="851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01" w:rsidRDefault="00130801">
      <w:r>
        <w:separator/>
      </w:r>
    </w:p>
  </w:endnote>
  <w:endnote w:type="continuationSeparator" w:id="0">
    <w:p w:rsidR="00130801" w:rsidRDefault="0013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A9" w:rsidRPr="00D817C3" w:rsidRDefault="007A0035" w:rsidP="00141BA8">
    <w:pPr>
      <w:pStyle w:val="a5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025AA9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8D37EE">
      <w:rPr>
        <w:noProof/>
        <w:sz w:val="16"/>
        <w:szCs w:val="16"/>
      </w:rPr>
      <w:t>06.09.2024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025AA9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8D37EE">
      <w:rPr>
        <w:noProof/>
        <w:sz w:val="16"/>
        <w:szCs w:val="16"/>
      </w:rPr>
      <w:t>9:42:54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025AA9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8D37EE">
      <w:rPr>
        <w:noProof/>
        <w:sz w:val="16"/>
        <w:szCs w:val="16"/>
      </w:rPr>
      <w:t>D:\OLD\ДОКУМЕНТЫ\2024\Постановления\Положение о порядке учета имущества Дар.р-н\КОПИЯ 341 от 05.09.2024 постановление о порядке ведения реестра.docx</w:t>
    </w:r>
    <w:r w:rsidRPr="00D817C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A9" w:rsidRPr="00D817C3" w:rsidRDefault="007A0035">
    <w:pPr>
      <w:pStyle w:val="a5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025AA9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8D37EE">
      <w:rPr>
        <w:noProof/>
        <w:sz w:val="16"/>
        <w:szCs w:val="16"/>
      </w:rPr>
      <w:t>06.09.2024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025AA9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8D37EE">
      <w:rPr>
        <w:noProof/>
        <w:sz w:val="16"/>
        <w:szCs w:val="16"/>
      </w:rPr>
      <w:t>9:42:54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025AA9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8D37EE">
      <w:rPr>
        <w:noProof/>
        <w:sz w:val="16"/>
        <w:szCs w:val="16"/>
      </w:rPr>
      <w:t>D:\OLD\ДОКУМЕНТЫ\2024\Постановления\Положение о порядке учета имущества Дар.р-н\КОПИЯ 341 от 05.09.2024 постановление о порядке ведения реестра.docx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01" w:rsidRDefault="00130801">
      <w:r>
        <w:separator/>
      </w:r>
    </w:p>
  </w:footnote>
  <w:footnote w:type="continuationSeparator" w:id="0">
    <w:p w:rsidR="00130801" w:rsidRDefault="00130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A9" w:rsidRDefault="007A0035" w:rsidP="006D2B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25AA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AA9">
      <w:rPr>
        <w:rStyle w:val="a6"/>
        <w:noProof/>
      </w:rPr>
      <w:t>2</w:t>
    </w:r>
    <w:r>
      <w:rPr>
        <w:rStyle w:val="a6"/>
      </w:rPr>
      <w:fldChar w:fldCharType="end"/>
    </w:r>
  </w:p>
  <w:p w:rsidR="00025AA9" w:rsidRDefault="00025A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A9" w:rsidRDefault="007A0035" w:rsidP="006D2BBC">
    <w:pPr>
      <w:pStyle w:val="a4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 w:rsidR="00025AA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37EE">
      <w:rPr>
        <w:rStyle w:val="a6"/>
        <w:noProof/>
      </w:rPr>
      <w:t>2</w:t>
    </w:r>
    <w:r>
      <w:rPr>
        <w:rStyle w:val="a6"/>
      </w:rPr>
      <w:fldChar w:fldCharType="end"/>
    </w:r>
  </w:p>
  <w:p w:rsidR="00025AA9" w:rsidRDefault="00025AA9" w:rsidP="006D2BBC">
    <w:pPr>
      <w:pStyle w:val="a4"/>
      <w:tabs>
        <w:tab w:val="center" w:pos="4677"/>
        <w:tab w:val="right" w:pos="9355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A9" w:rsidRDefault="00B07A52" w:rsidP="006D2BBC">
    <w:pPr>
      <w:pStyle w:val="a4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12238F34" wp14:editId="79397350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D70538"/>
    <w:multiLevelType w:val="multilevel"/>
    <w:tmpl w:val="EDFCA13C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A331AE6"/>
    <w:multiLevelType w:val="multilevel"/>
    <w:tmpl w:val="C19C2C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396F0BC9"/>
    <w:multiLevelType w:val="multilevel"/>
    <w:tmpl w:val="BCEC3C5C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31D6FA4"/>
    <w:multiLevelType w:val="hybridMultilevel"/>
    <w:tmpl w:val="BED0AFCC"/>
    <w:lvl w:ilvl="0" w:tplc="5C9AE1F2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2D"/>
    <w:rsid w:val="0000464E"/>
    <w:rsid w:val="00004D63"/>
    <w:rsid w:val="000067C3"/>
    <w:rsid w:val="00010AE9"/>
    <w:rsid w:val="00014188"/>
    <w:rsid w:val="00020E0F"/>
    <w:rsid w:val="000219C7"/>
    <w:rsid w:val="00023A86"/>
    <w:rsid w:val="00023F8F"/>
    <w:rsid w:val="000250F6"/>
    <w:rsid w:val="00025AA9"/>
    <w:rsid w:val="00025ED0"/>
    <w:rsid w:val="00026299"/>
    <w:rsid w:val="00044CE6"/>
    <w:rsid w:val="00051605"/>
    <w:rsid w:val="00056D63"/>
    <w:rsid w:val="00064904"/>
    <w:rsid w:val="00065986"/>
    <w:rsid w:val="00077964"/>
    <w:rsid w:val="00086589"/>
    <w:rsid w:val="00087AD3"/>
    <w:rsid w:val="00093AAE"/>
    <w:rsid w:val="000B2E5C"/>
    <w:rsid w:val="000B40FD"/>
    <w:rsid w:val="000C5829"/>
    <w:rsid w:val="000D0589"/>
    <w:rsid w:val="000D08CD"/>
    <w:rsid w:val="000E35DC"/>
    <w:rsid w:val="000F267B"/>
    <w:rsid w:val="000F71DF"/>
    <w:rsid w:val="000F7940"/>
    <w:rsid w:val="001050C6"/>
    <w:rsid w:val="001230EA"/>
    <w:rsid w:val="001262AE"/>
    <w:rsid w:val="00130801"/>
    <w:rsid w:val="001318A4"/>
    <w:rsid w:val="00135CE7"/>
    <w:rsid w:val="00141BA8"/>
    <w:rsid w:val="00147733"/>
    <w:rsid w:val="00153EE6"/>
    <w:rsid w:val="0016536A"/>
    <w:rsid w:val="0016586F"/>
    <w:rsid w:val="001716E8"/>
    <w:rsid w:val="00174EDD"/>
    <w:rsid w:val="00175B74"/>
    <w:rsid w:val="001A489B"/>
    <w:rsid w:val="001B2D5F"/>
    <w:rsid w:val="001B2E60"/>
    <w:rsid w:val="001B48E7"/>
    <w:rsid w:val="001C0109"/>
    <w:rsid w:val="001C076C"/>
    <w:rsid w:val="001C52D2"/>
    <w:rsid w:val="001E389C"/>
    <w:rsid w:val="001F652B"/>
    <w:rsid w:val="002111CF"/>
    <w:rsid w:val="00214C56"/>
    <w:rsid w:val="0022614A"/>
    <w:rsid w:val="00227ABD"/>
    <w:rsid w:val="00240622"/>
    <w:rsid w:val="00250DA5"/>
    <w:rsid w:val="0025119A"/>
    <w:rsid w:val="002552BD"/>
    <w:rsid w:val="00272B06"/>
    <w:rsid w:val="00280C14"/>
    <w:rsid w:val="002817F1"/>
    <w:rsid w:val="00283D1F"/>
    <w:rsid w:val="00285DBF"/>
    <w:rsid w:val="00290B6C"/>
    <w:rsid w:val="002C2274"/>
    <w:rsid w:val="002C4B56"/>
    <w:rsid w:val="002C5284"/>
    <w:rsid w:val="002C593B"/>
    <w:rsid w:val="002C654D"/>
    <w:rsid w:val="002D0347"/>
    <w:rsid w:val="002E1820"/>
    <w:rsid w:val="002E3B3E"/>
    <w:rsid w:val="002E60B8"/>
    <w:rsid w:val="0030417A"/>
    <w:rsid w:val="00307F81"/>
    <w:rsid w:val="003139AA"/>
    <w:rsid w:val="00314CAF"/>
    <w:rsid w:val="00316D25"/>
    <w:rsid w:val="00331951"/>
    <w:rsid w:val="00332587"/>
    <w:rsid w:val="003347C7"/>
    <w:rsid w:val="00336643"/>
    <w:rsid w:val="00344AB2"/>
    <w:rsid w:val="00350307"/>
    <w:rsid w:val="003536CF"/>
    <w:rsid w:val="00357ACA"/>
    <w:rsid w:val="00361237"/>
    <w:rsid w:val="00363BBF"/>
    <w:rsid w:val="00372370"/>
    <w:rsid w:val="00377BF8"/>
    <w:rsid w:val="00384411"/>
    <w:rsid w:val="00384EB1"/>
    <w:rsid w:val="0039781F"/>
    <w:rsid w:val="003B2629"/>
    <w:rsid w:val="003C7DCA"/>
    <w:rsid w:val="003D27CC"/>
    <w:rsid w:val="003D4D05"/>
    <w:rsid w:val="003D54AE"/>
    <w:rsid w:val="003D5FC1"/>
    <w:rsid w:val="003E0FA7"/>
    <w:rsid w:val="003E18FA"/>
    <w:rsid w:val="003E2AA2"/>
    <w:rsid w:val="003E69F3"/>
    <w:rsid w:val="003F7104"/>
    <w:rsid w:val="003F7AE7"/>
    <w:rsid w:val="0040000E"/>
    <w:rsid w:val="00410362"/>
    <w:rsid w:val="004123D0"/>
    <w:rsid w:val="00414D1A"/>
    <w:rsid w:val="0042123B"/>
    <w:rsid w:val="004345B5"/>
    <w:rsid w:val="00444E21"/>
    <w:rsid w:val="00452334"/>
    <w:rsid w:val="004564E5"/>
    <w:rsid w:val="00462D4F"/>
    <w:rsid w:val="00487B2F"/>
    <w:rsid w:val="00491373"/>
    <w:rsid w:val="00494372"/>
    <w:rsid w:val="00495F1A"/>
    <w:rsid w:val="0049644E"/>
    <w:rsid w:val="004A5586"/>
    <w:rsid w:val="004B5711"/>
    <w:rsid w:val="004B7A0B"/>
    <w:rsid w:val="004C2A6D"/>
    <w:rsid w:val="004C4EF0"/>
    <w:rsid w:val="004D100E"/>
    <w:rsid w:val="004D5034"/>
    <w:rsid w:val="004D64C5"/>
    <w:rsid w:val="004E2FE9"/>
    <w:rsid w:val="004E3766"/>
    <w:rsid w:val="004F02ED"/>
    <w:rsid w:val="004F44A9"/>
    <w:rsid w:val="004F7CE1"/>
    <w:rsid w:val="00503004"/>
    <w:rsid w:val="00511FF3"/>
    <w:rsid w:val="005246BA"/>
    <w:rsid w:val="00524951"/>
    <w:rsid w:val="0052622A"/>
    <w:rsid w:val="00533635"/>
    <w:rsid w:val="0054269E"/>
    <w:rsid w:val="00542FBD"/>
    <w:rsid w:val="005616C7"/>
    <w:rsid w:val="00563C4B"/>
    <w:rsid w:val="00564215"/>
    <w:rsid w:val="00564F59"/>
    <w:rsid w:val="00567455"/>
    <w:rsid w:val="005779A8"/>
    <w:rsid w:val="005860A5"/>
    <w:rsid w:val="0058647F"/>
    <w:rsid w:val="00594C0B"/>
    <w:rsid w:val="005A789B"/>
    <w:rsid w:val="005B0109"/>
    <w:rsid w:val="005C30F9"/>
    <w:rsid w:val="005C48B0"/>
    <w:rsid w:val="005D4B5D"/>
    <w:rsid w:val="005D55EB"/>
    <w:rsid w:val="005E4812"/>
    <w:rsid w:val="005F3710"/>
    <w:rsid w:val="005F590B"/>
    <w:rsid w:val="005F7FC9"/>
    <w:rsid w:val="006020EF"/>
    <w:rsid w:val="00602BDE"/>
    <w:rsid w:val="00604295"/>
    <w:rsid w:val="00604952"/>
    <w:rsid w:val="00607596"/>
    <w:rsid w:val="006079F4"/>
    <w:rsid w:val="00612363"/>
    <w:rsid w:val="00622052"/>
    <w:rsid w:val="00623228"/>
    <w:rsid w:val="00627B72"/>
    <w:rsid w:val="006463F4"/>
    <w:rsid w:val="00662286"/>
    <w:rsid w:val="00662934"/>
    <w:rsid w:val="006649B2"/>
    <w:rsid w:val="00667937"/>
    <w:rsid w:val="006741B2"/>
    <w:rsid w:val="006741BB"/>
    <w:rsid w:val="006879E1"/>
    <w:rsid w:val="00691735"/>
    <w:rsid w:val="0069304D"/>
    <w:rsid w:val="00693467"/>
    <w:rsid w:val="006948DE"/>
    <w:rsid w:val="006A363E"/>
    <w:rsid w:val="006B215B"/>
    <w:rsid w:val="006B3E3E"/>
    <w:rsid w:val="006B43C2"/>
    <w:rsid w:val="006C2039"/>
    <w:rsid w:val="006D2BBC"/>
    <w:rsid w:val="006D4172"/>
    <w:rsid w:val="006D54AF"/>
    <w:rsid w:val="006E4215"/>
    <w:rsid w:val="006E63EA"/>
    <w:rsid w:val="006F5985"/>
    <w:rsid w:val="00712327"/>
    <w:rsid w:val="00727512"/>
    <w:rsid w:val="00732644"/>
    <w:rsid w:val="0073288F"/>
    <w:rsid w:val="00735A89"/>
    <w:rsid w:val="007366E1"/>
    <w:rsid w:val="007367F3"/>
    <w:rsid w:val="00742611"/>
    <w:rsid w:val="007507AA"/>
    <w:rsid w:val="0075388C"/>
    <w:rsid w:val="0075763C"/>
    <w:rsid w:val="00762D72"/>
    <w:rsid w:val="00764930"/>
    <w:rsid w:val="0077232D"/>
    <w:rsid w:val="007815BE"/>
    <w:rsid w:val="00782CBC"/>
    <w:rsid w:val="00783695"/>
    <w:rsid w:val="007874B1"/>
    <w:rsid w:val="00787FB4"/>
    <w:rsid w:val="0079207D"/>
    <w:rsid w:val="007A0035"/>
    <w:rsid w:val="007A191D"/>
    <w:rsid w:val="007A2C4F"/>
    <w:rsid w:val="007B0329"/>
    <w:rsid w:val="007B4B7C"/>
    <w:rsid w:val="007C0BCC"/>
    <w:rsid w:val="007C57A5"/>
    <w:rsid w:val="007C69C3"/>
    <w:rsid w:val="007E2245"/>
    <w:rsid w:val="007E4CAC"/>
    <w:rsid w:val="007F0AAB"/>
    <w:rsid w:val="007F5FD0"/>
    <w:rsid w:val="00800E0D"/>
    <w:rsid w:val="0080135B"/>
    <w:rsid w:val="008033F6"/>
    <w:rsid w:val="0080426B"/>
    <w:rsid w:val="00815F2B"/>
    <w:rsid w:val="008300DE"/>
    <w:rsid w:val="0083307A"/>
    <w:rsid w:val="00834345"/>
    <w:rsid w:val="00835C76"/>
    <w:rsid w:val="008369CA"/>
    <w:rsid w:val="00850A75"/>
    <w:rsid w:val="00851356"/>
    <w:rsid w:val="008545A4"/>
    <w:rsid w:val="00855C8B"/>
    <w:rsid w:val="00871323"/>
    <w:rsid w:val="00871875"/>
    <w:rsid w:val="00875AF3"/>
    <w:rsid w:val="00884906"/>
    <w:rsid w:val="00887902"/>
    <w:rsid w:val="0089476F"/>
    <w:rsid w:val="008A22A1"/>
    <w:rsid w:val="008B7011"/>
    <w:rsid w:val="008C6937"/>
    <w:rsid w:val="008C7A4E"/>
    <w:rsid w:val="008D1667"/>
    <w:rsid w:val="008D2529"/>
    <w:rsid w:val="008D3594"/>
    <w:rsid w:val="008D37EE"/>
    <w:rsid w:val="008E0E6E"/>
    <w:rsid w:val="008E5B55"/>
    <w:rsid w:val="008F11BB"/>
    <w:rsid w:val="008F3E87"/>
    <w:rsid w:val="009026B4"/>
    <w:rsid w:val="00904456"/>
    <w:rsid w:val="00904EEA"/>
    <w:rsid w:val="00905F90"/>
    <w:rsid w:val="00906D01"/>
    <w:rsid w:val="00923246"/>
    <w:rsid w:val="00934FEC"/>
    <w:rsid w:val="00950435"/>
    <w:rsid w:val="00952816"/>
    <w:rsid w:val="00953CC3"/>
    <w:rsid w:val="00955381"/>
    <w:rsid w:val="009563B1"/>
    <w:rsid w:val="00970810"/>
    <w:rsid w:val="009848A2"/>
    <w:rsid w:val="00987298"/>
    <w:rsid w:val="00997F75"/>
    <w:rsid w:val="009A047D"/>
    <w:rsid w:val="009B0678"/>
    <w:rsid w:val="009B123D"/>
    <w:rsid w:val="009C085A"/>
    <w:rsid w:val="009C2F16"/>
    <w:rsid w:val="009C33E6"/>
    <w:rsid w:val="009C746E"/>
    <w:rsid w:val="009F06A9"/>
    <w:rsid w:val="009F6948"/>
    <w:rsid w:val="00A11466"/>
    <w:rsid w:val="00A11C26"/>
    <w:rsid w:val="00A13D0B"/>
    <w:rsid w:val="00A2599D"/>
    <w:rsid w:val="00A30AB4"/>
    <w:rsid w:val="00A45CDB"/>
    <w:rsid w:val="00A46734"/>
    <w:rsid w:val="00A471D2"/>
    <w:rsid w:val="00A50109"/>
    <w:rsid w:val="00A545DD"/>
    <w:rsid w:val="00A57224"/>
    <w:rsid w:val="00A61637"/>
    <w:rsid w:val="00A63A02"/>
    <w:rsid w:val="00A8234A"/>
    <w:rsid w:val="00AA1017"/>
    <w:rsid w:val="00AB3F86"/>
    <w:rsid w:val="00AB5EDE"/>
    <w:rsid w:val="00AC006D"/>
    <w:rsid w:val="00AC0423"/>
    <w:rsid w:val="00AC3AC6"/>
    <w:rsid w:val="00AC70B8"/>
    <w:rsid w:val="00AD451F"/>
    <w:rsid w:val="00AF185D"/>
    <w:rsid w:val="00AF408E"/>
    <w:rsid w:val="00B026A3"/>
    <w:rsid w:val="00B04640"/>
    <w:rsid w:val="00B05A2B"/>
    <w:rsid w:val="00B07A52"/>
    <w:rsid w:val="00B339D3"/>
    <w:rsid w:val="00B357C1"/>
    <w:rsid w:val="00B42D70"/>
    <w:rsid w:val="00B60769"/>
    <w:rsid w:val="00B60AA4"/>
    <w:rsid w:val="00B670AD"/>
    <w:rsid w:val="00B70FB7"/>
    <w:rsid w:val="00B76F75"/>
    <w:rsid w:val="00B83368"/>
    <w:rsid w:val="00B87AF1"/>
    <w:rsid w:val="00B909CB"/>
    <w:rsid w:val="00B956A4"/>
    <w:rsid w:val="00BA1546"/>
    <w:rsid w:val="00BA1608"/>
    <w:rsid w:val="00BA291A"/>
    <w:rsid w:val="00BB1F92"/>
    <w:rsid w:val="00BC0887"/>
    <w:rsid w:val="00BC681F"/>
    <w:rsid w:val="00BD16BC"/>
    <w:rsid w:val="00BD4636"/>
    <w:rsid w:val="00BF77BD"/>
    <w:rsid w:val="00C001EB"/>
    <w:rsid w:val="00C0073B"/>
    <w:rsid w:val="00C011D0"/>
    <w:rsid w:val="00C21305"/>
    <w:rsid w:val="00C223AC"/>
    <w:rsid w:val="00C247F6"/>
    <w:rsid w:val="00C24C46"/>
    <w:rsid w:val="00C316AF"/>
    <w:rsid w:val="00C31B75"/>
    <w:rsid w:val="00C34D0B"/>
    <w:rsid w:val="00C42AB0"/>
    <w:rsid w:val="00C437BE"/>
    <w:rsid w:val="00C44488"/>
    <w:rsid w:val="00C45CE7"/>
    <w:rsid w:val="00C45D4E"/>
    <w:rsid w:val="00C52BD4"/>
    <w:rsid w:val="00C5317E"/>
    <w:rsid w:val="00C55B01"/>
    <w:rsid w:val="00C60590"/>
    <w:rsid w:val="00C611F5"/>
    <w:rsid w:val="00C630B5"/>
    <w:rsid w:val="00C74A5F"/>
    <w:rsid w:val="00C84478"/>
    <w:rsid w:val="00C93002"/>
    <w:rsid w:val="00C949E7"/>
    <w:rsid w:val="00CA64FC"/>
    <w:rsid w:val="00CB0EC9"/>
    <w:rsid w:val="00CC18E2"/>
    <w:rsid w:val="00CC7CCE"/>
    <w:rsid w:val="00CD16F9"/>
    <w:rsid w:val="00CD3055"/>
    <w:rsid w:val="00CD4B35"/>
    <w:rsid w:val="00CD6549"/>
    <w:rsid w:val="00CF02F5"/>
    <w:rsid w:val="00CF5593"/>
    <w:rsid w:val="00CF664D"/>
    <w:rsid w:val="00D0549E"/>
    <w:rsid w:val="00D117D7"/>
    <w:rsid w:val="00D51A3E"/>
    <w:rsid w:val="00D600EA"/>
    <w:rsid w:val="00D8018C"/>
    <w:rsid w:val="00D876BA"/>
    <w:rsid w:val="00DA1D1B"/>
    <w:rsid w:val="00DD39C0"/>
    <w:rsid w:val="00DD62AA"/>
    <w:rsid w:val="00DD7709"/>
    <w:rsid w:val="00DE3922"/>
    <w:rsid w:val="00DE77B2"/>
    <w:rsid w:val="00DF2271"/>
    <w:rsid w:val="00DF4265"/>
    <w:rsid w:val="00DF735F"/>
    <w:rsid w:val="00E008FD"/>
    <w:rsid w:val="00E06D13"/>
    <w:rsid w:val="00E1023F"/>
    <w:rsid w:val="00E1553B"/>
    <w:rsid w:val="00E17A21"/>
    <w:rsid w:val="00E2111B"/>
    <w:rsid w:val="00E40636"/>
    <w:rsid w:val="00E472A8"/>
    <w:rsid w:val="00E507BC"/>
    <w:rsid w:val="00E54A8E"/>
    <w:rsid w:val="00E60201"/>
    <w:rsid w:val="00E62EE9"/>
    <w:rsid w:val="00E87DBB"/>
    <w:rsid w:val="00E92AA1"/>
    <w:rsid w:val="00EA7111"/>
    <w:rsid w:val="00ED23B5"/>
    <w:rsid w:val="00EE0193"/>
    <w:rsid w:val="00EE07EB"/>
    <w:rsid w:val="00EE6247"/>
    <w:rsid w:val="00EF0E2D"/>
    <w:rsid w:val="00EF1C4D"/>
    <w:rsid w:val="00EF2243"/>
    <w:rsid w:val="00EF749C"/>
    <w:rsid w:val="00EF7ACB"/>
    <w:rsid w:val="00F134D5"/>
    <w:rsid w:val="00F3047E"/>
    <w:rsid w:val="00F37262"/>
    <w:rsid w:val="00F37D84"/>
    <w:rsid w:val="00F40D75"/>
    <w:rsid w:val="00F418F6"/>
    <w:rsid w:val="00F45343"/>
    <w:rsid w:val="00F459B1"/>
    <w:rsid w:val="00F46111"/>
    <w:rsid w:val="00F47471"/>
    <w:rsid w:val="00F51749"/>
    <w:rsid w:val="00F559E1"/>
    <w:rsid w:val="00F63A98"/>
    <w:rsid w:val="00F70904"/>
    <w:rsid w:val="00F83982"/>
    <w:rsid w:val="00F85076"/>
    <w:rsid w:val="00F90ED1"/>
    <w:rsid w:val="00F94160"/>
    <w:rsid w:val="00FA50A3"/>
    <w:rsid w:val="00FA604A"/>
    <w:rsid w:val="00FB0BC2"/>
    <w:rsid w:val="00FE38AE"/>
    <w:rsid w:val="00FF4C3C"/>
    <w:rsid w:val="00FF4DD8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D2BB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7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8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9">
    <w:name w:val="Balloon Text"/>
    <w:basedOn w:val="a"/>
    <w:link w:val="aa"/>
    <w:rsid w:val="00EF0E2D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F0E2D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B70FB7"/>
    <w:pPr>
      <w:jc w:val="both"/>
    </w:pPr>
    <w:rPr>
      <w:sz w:val="24"/>
      <w:szCs w:val="24"/>
    </w:rPr>
  </w:style>
  <w:style w:type="character" w:customStyle="1" w:styleId="ac">
    <w:name w:val="Основной текст Знак"/>
    <w:link w:val="ab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paragraph" w:styleId="ad">
    <w:name w:val="Body Text Indent"/>
    <w:basedOn w:val="a"/>
    <w:link w:val="ae"/>
    <w:rsid w:val="00F9416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94160"/>
    <w:rPr>
      <w:sz w:val="28"/>
    </w:rPr>
  </w:style>
  <w:style w:type="paragraph" w:customStyle="1" w:styleId="ConsPlusNormal">
    <w:name w:val="ConsPlusNormal"/>
    <w:uiPriority w:val="99"/>
    <w:rsid w:val="004103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262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D2BB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7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8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9">
    <w:name w:val="Balloon Text"/>
    <w:basedOn w:val="a"/>
    <w:link w:val="aa"/>
    <w:rsid w:val="00EF0E2D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F0E2D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B70FB7"/>
    <w:pPr>
      <w:jc w:val="both"/>
    </w:pPr>
    <w:rPr>
      <w:sz w:val="24"/>
      <w:szCs w:val="24"/>
    </w:rPr>
  </w:style>
  <w:style w:type="character" w:customStyle="1" w:styleId="ac">
    <w:name w:val="Основной текст Знак"/>
    <w:link w:val="ab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paragraph" w:styleId="ad">
    <w:name w:val="Body Text Indent"/>
    <w:basedOn w:val="a"/>
    <w:link w:val="ae"/>
    <w:rsid w:val="00F9416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94160"/>
    <w:rPr>
      <w:sz w:val="28"/>
    </w:rPr>
  </w:style>
  <w:style w:type="paragraph" w:customStyle="1" w:styleId="ConsPlusNormal">
    <w:name w:val="ConsPlusNormal"/>
    <w:uiPriority w:val="99"/>
    <w:rsid w:val="004103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262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Пользователь Windows</cp:lastModifiedBy>
  <cp:revision>5</cp:revision>
  <cp:lastPrinted>2024-09-06T06:42:00Z</cp:lastPrinted>
  <dcterms:created xsi:type="dcterms:W3CDTF">2024-09-06T06:42:00Z</dcterms:created>
  <dcterms:modified xsi:type="dcterms:W3CDTF">2024-09-06T06:43:00Z</dcterms:modified>
</cp:coreProperties>
</file>